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187" w:rsidRDefault="00E4548D" w:rsidP="008F5727">
      <w:pPr>
        <w:rPr>
          <w:b/>
          <w:sz w:val="42"/>
        </w:rPr>
      </w:pPr>
      <w:r>
        <w:rPr>
          <w:b/>
          <w:sz w:val="42"/>
        </w:rPr>
        <w:t>Practical</w:t>
      </w:r>
      <w:r w:rsidR="008F5727" w:rsidRPr="008F5727">
        <w:rPr>
          <w:b/>
          <w:sz w:val="42"/>
        </w:rPr>
        <w:t xml:space="preserve">: </w:t>
      </w:r>
      <w:r w:rsidR="00060BFA">
        <w:rPr>
          <w:b/>
          <w:sz w:val="42"/>
        </w:rPr>
        <w:t>Association Rules</w:t>
      </w:r>
    </w:p>
    <w:p w:rsidR="00060BFA" w:rsidRPr="00060BFA" w:rsidRDefault="00060BFA" w:rsidP="00060BFA">
      <w:r w:rsidRPr="00060BFA">
        <w:t>In this lesson we perform a market basket analysis of a data</w:t>
      </w:r>
      <w:r w:rsidR="002E49F2">
        <w:t xml:space="preserve"> </w:t>
      </w:r>
      <w:r w:rsidRPr="00060BFA">
        <w:t xml:space="preserve">set containing shopping information. The file </w:t>
      </w:r>
      <w:r w:rsidR="00A604CC" w:rsidRPr="00A604CC">
        <w:rPr>
          <w:i/>
        </w:rPr>
        <w:t>Shopping.csv</w:t>
      </w:r>
      <w:r w:rsidR="00A604CC" w:rsidRPr="00060BFA">
        <w:t xml:space="preserve"> </w:t>
      </w:r>
      <w:r w:rsidRPr="00060BFA">
        <w:t xml:space="preserve">contains </w:t>
      </w:r>
      <w:r w:rsidR="001D062F">
        <w:t>fields</w:t>
      </w:r>
      <w:r w:rsidR="00A604CC">
        <w:t xml:space="preserve"> </w:t>
      </w:r>
      <w:r w:rsidRPr="00060BFA">
        <w:t>that indicate whether or not a customer, during a single visit, purchased a p</w:t>
      </w:r>
      <w:bookmarkStart w:id="0" w:name="_GoBack"/>
      <w:bookmarkEnd w:id="0"/>
      <w:r w:rsidRPr="00060BFA">
        <w:t xml:space="preserve">articular product. </w:t>
      </w:r>
      <w:r w:rsidR="00747140">
        <w:t>E</w:t>
      </w:r>
      <w:r w:rsidRPr="00060BFA">
        <w:t>ach record represents a store visit in which at least one product was purchased. The file also contains basic demographics</w:t>
      </w:r>
      <w:r w:rsidR="00A604CC">
        <w:t xml:space="preserve"> data</w:t>
      </w:r>
      <w:r w:rsidRPr="00060BFA">
        <w:t>, such as gender and age group.</w:t>
      </w:r>
    </w:p>
    <w:p w:rsidR="00060BFA" w:rsidRPr="00060BFA" w:rsidRDefault="00060BFA" w:rsidP="008E29EE">
      <w:pPr>
        <w:pStyle w:val="Heading1"/>
      </w:pPr>
      <w:r w:rsidRPr="00060BFA">
        <w:t xml:space="preserve">Introduction </w:t>
      </w:r>
    </w:p>
    <w:p w:rsidR="00060BFA" w:rsidRPr="00060BFA" w:rsidRDefault="00060BFA" w:rsidP="00060BFA">
      <w:r w:rsidRPr="00060BFA">
        <w:t>When people buy cigarettes do they tend to buy chocolate or beer? If people have high cholesterol</w:t>
      </w:r>
      <w:r w:rsidR="00AF098A">
        <w:t>,</w:t>
      </w:r>
      <w:r w:rsidRPr="00060BFA">
        <w:t xml:space="preserve"> </w:t>
      </w:r>
      <w:r w:rsidR="00AF098A">
        <w:t>do</w:t>
      </w:r>
      <w:r w:rsidRPr="00060BFA">
        <w:t xml:space="preserve"> they also tend to have high blood pressure? If people buy car insurance</w:t>
      </w:r>
      <w:r w:rsidR="00AF098A">
        <w:t>,</w:t>
      </w:r>
      <w:r w:rsidRPr="00060BFA">
        <w:t xml:space="preserve"> do they also buy house insurance? </w:t>
      </w:r>
    </w:p>
    <w:p w:rsidR="00060BFA" w:rsidRPr="00060BFA" w:rsidRDefault="00060BFA" w:rsidP="00060BFA">
      <w:r w:rsidRPr="00060BFA">
        <w:t xml:space="preserve">Answers to such questions can form the basis of brand positioning, advertising and even direct marketing. But how do we find whether </w:t>
      </w:r>
      <w:r w:rsidRPr="004C107B">
        <w:rPr>
          <w:i/>
        </w:rPr>
        <w:t>associations</w:t>
      </w:r>
      <w:r w:rsidRPr="00060BFA">
        <w:t xml:space="preserve"> such as these exist, and how can we begin to search for them when our databases have tens of thousands of records and many fields? </w:t>
      </w:r>
    </w:p>
    <w:p w:rsidR="00BF4934" w:rsidRDefault="00060BFA" w:rsidP="00060BFA">
      <w:r w:rsidRPr="00060BFA">
        <w:t xml:space="preserve">Association detection algorithms provide rules describing </w:t>
      </w:r>
      <w:r w:rsidR="005F423A">
        <w:t>the</w:t>
      </w:r>
      <w:r w:rsidRPr="00060BFA">
        <w:t xml:space="preserve"> values of fields </w:t>
      </w:r>
      <w:r w:rsidR="005F423A">
        <w:t xml:space="preserve">that </w:t>
      </w:r>
      <w:r w:rsidRPr="00060BFA">
        <w:t xml:space="preserve">typically occur together. They can therefore be used as an approach to this area of data understanding. </w:t>
      </w:r>
    </w:p>
    <w:p w:rsidR="00BF4934" w:rsidRPr="00060BFA" w:rsidRDefault="00BF4934" w:rsidP="00060BFA">
      <w:r>
        <w:rPr>
          <w:lang w:val="en"/>
        </w:rPr>
        <w:t>An association rule has two parts, an antecedent (if) and a consequent (then). An antecedent is an item found in the data. A consequent is an item that is found in combination with the antecedent. In RapidMiner, the term “premises” is used for antecedent and “conclusion” is used for consequent.</w:t>
      </w:r>
    </w:p>
    <w:p w:rsidR="000726CA" w:rsidRDefault="000726CA" w:rsidP="00060BFA">
      <w:r>
        <w:t>Below are some common terms used when working on association rules:</w:t>
      </w:r>
    </w:p>
    <w:p w:rsidR="00060BFA" w:rsidRPr="00060BFA" w:rsidRDefault="00922128" w:rsidP="00060BFA">
      <w:r>
        <w:t>“</w:t>
      </w:r>
      <w:r w:rsidR="00060BFA" w:rsidRPr="00060BFA">
        <w:t>Instances</w:t>
      </w:r>
      <w:r>
        <w:t>”</w:t>
      </w:r>
      <w:r w:rsidR="00060BFA" w:rsidRPr="00060BFA">
        <w:t xml:space="preserve"> </w:t>
      </w:r>
      <w:r>
        <w:t xml:space="preserve">indicates </w:t>
      </w:r>
      <w:r w:rsidR="00060BFA" w:rsidRPr="00060BFA">
        <w:t>the number of records in the data</w:t>
      </w:r>
      <w:r w:rsidR="00785FC2">
        <w:t xml:space="preserve"> </w:t>
      </w:r>
      <w:r w:rsidR="00060BFA" w:rsidRPr="00060BFA">
        <w:t xml:space="preserve">set that match the antecedents. </w:t>
      </w:r>
    </w:p>
    <w:p w:rsidR="00060BFA" w:rsidRPr="00060BFA" w:rsidRDefault="00922128" w:rsidP="00060BFA">
      <w:r>
        <w:t>“</w:t>
      </w:r>
      <w:r w:rsidR="00060BFA" w:rsidRPr="00060BFA">
        <w:t>Support</w:t>
      </w:r>
      <w:r>
        <w:t>” refers</w:t>
      </w:r>
      <w:r w:rsidR="00060BFA" w:rsidRPr="00060BFA">
        <w:t xml:space="preserve"> </w:t>
      </w:r>
      <w:r>
        <w:t xml:space="preserve">to </w:t>
      </w:r>
      <w:r w:rsidR="00060BFA" w:rsidRPr="00060BFA">
        <w:t xml:space="preserve">the percentage of records that match the antecedents. </w:t>
      </w:r>
      <w:r w:rsidR="00785FC2">
        <w:t>(Same as “Instances” but in percentage)</w:t>
      </w:r>
    </w:p>
    <w:p w:rsidR="00060BFA" w:rsidRPr="00060BFA" w:rsidRDefault="00DD5198" w:rsidP="00060BFA">
      <w:r>
        <w:t>“</w:t>
      </w:r>
      <w:r w:rsidR="00060BFA" w:rsidRPr="00060BFA">
        <w:t>Confidence</w:t>
      </w:r>
      <w:r>
        <w:t>”</w:t>
      </w:r>
      <w:r w:rsidR="00060BFA" w:rsidRPr="00060BFA">
        <w:t xml:space="preserve"> is the percentage of all records matching the antecedents that also match the consequent. </w:t>
      </w:r>
    </w:p>
    <w:p w:rsidR="00060BFA" w:rsidRPr="00060BFA" w:rsidRDefault="00DD5198" w:rsidP="00060BFA">
      <w:r>
        <w:t>“Rule S</w:t>
      </w:r>
      <w:r w:rsidR="00060BFA" w:rsidRPr="00060BFA">
        <w:t>upport</w:t>
      </w:r>
      <w:r>
        <w:t>”</w:t>
      </w:r>
      <w:r w:rsidR="00060BFA" w:rsidRPr="00060BFA">
        <w:t xml:space="preserve"> is the percentage of records that match the entire rule (both the antecedents and consequent). </w:t>
      </w:r>
    </w:p>
    <w:p w:rsidR="00060BFA" w:rsidRDefault="00DD5198" w:rsidP="00060BFA">
      <w:r>
        <w:t>“</w:t>
      </w:r>
      <w:r w:rsidR="00060BFA" w:rsidRPr="00060BFA">
        <w:t>Lift</w:t>
      </w:r>
      <w:r>
        <w:t>”</w:t>
      </w:r>
      <w:r w:rsidR="00060BFA" w:rsidRPr="00060BFA">
        <w:t xml:space="preserve"> </w:t>
      </w:r>
      <w:r>
        <w:t xml:space="preserve">refers to </w:t>
      </w:r>
      <w:r w:rsidR="00060BFA" w:rsidRPr="00060BFA">
        <w:t>the expected return using a model or rule. In this context it is the ratio of the rule confidence to the overall percentage occurrence</w:t>
      </w:r>
      <w:r w:rsidR="000726CA">
        <w:t xml:space="preserve"> of the consequent in the data. Think of it as a measure of how much better the model is compared with a random-choice model.</w:t>
      </w:r>
    </w:p>
    <w:p w:rsidR="003E327B" w:rsidRPr="00060BFA" w:rsidRDefault="003E327B" w:rsidP="00060BFA">
      <w:r>
        <w:t xml:space="preserve">In RapidMiner, you can select a criterion (confidence, lift, conviction, gain, lapace, and ps) to use to generate association rules. In this practical, we will be looking only at </w:t>
      </w:r>
      <w:r w:rsidR="0007487F">
        <w:t xml:space="preserve">using the </w:t>
      </w:r>
      <w:r w:rsidRPr="00617806">
        <w:rPr>
          <w:i/>
        </w:rPr>
        <w:t>confidence</w:t>
      </w:r>
      <w:r w:rsidR="0007487F">
        <w:t xml:space="preserve"> criterion</w:t>
      </w:r>
      <w:r>
        <w:t>.</w:t>
      </w:r>
    </w:p>
    <w:p w:rsidR="00060BFA" w:rsidRPr="00060BFA" w:rsidRDefault="006E32C5" w:rsidP="00F0037E">
      <w:pPr>
        <w:pStyle w:val="Heading1"/>
      </w:pPr>
      <w:r>
        <w:t>Frequent Itemsets Generation</w:t>
      </w:r>
    </w:p>
    <w:p w:rsidR="000726CA" w:rsidRDefault="00376DC5" w:rsidP="00060BFA">
      <w:r>
        <w:t xml:space="preserve">We will first see how to </w:t>
      </w:r>
      <w:r w:rsidR="000726CA">
        <w:t>generate the frequent itemset</w:t>
      </w:r>
      <w:r w:rsidR="003E327B">
        <w:t>s</w:t>
      </w:r>
      <w:r w:rsidR="000726CA">
        <w:t xml:space="preserve"> fro</w:t>
      </w:r>
      <w:r w:rsidR="00912FCD">
        <w:t>m a set of input data about purchases made at a supermarket.</w:t>
      </w:r>
    </w:p>
    <w:p w:rsidR="00A84865" w:rsidRDefault="00A84865" w:rsidP="00A84865">
      <w:pPr>
        <w:pStyle w:val="ListParagraph"/>
        <w:numPr>
          <w:ilvl w:val="0"/>
          <w:numId w:val="31"/>
        </w:numPr>
      </w:pPr>
      <w:r>
        <w:t xml:space="preserve">Start </w:t>
      </w:r>
      <w:r w:rsidR="000726CA">
        <w:t xml:space="preserve">RapidMiner </w:t>
      </w:r>
      <w:r>
        <w:t xml:space="preserve">and create a new </w:t>
      </w:r>
      <w:r w:rsidR="003E42C0">
        <w:t>process.</w:t>
      </w:r>
    </w:p>
    <w:p w:rsidR="003E42C0" w:rsidRDefault="003E42C0" w:rsidP="00A84865">
      <w:pPr>
        <w:pStyle w:val="ListParagraph"/>
        <w:numPr>
          <w:ilvl w:val="0"/>
          <w:numId w:val="31"/>
        </w:numPr>
      </w:pPr>
      <w:r>
        <w:t xml:space="preserve">Obtain a copy of </w:t>
      </w:r>
      <w:r w:rsidRPr="003E42C0">
        <w:rPr>
          <w:i/>
        </w:rPr>
        <w:t>shopping.csv</w:t>
      </w:r>
      <w:r>
        <w:t xml:space="preserve"> file (download a copy from the learning platform or check with the lab supervisor).</w:t>
      </w:r>
    </w:p>
    <w:p w:rsidR="003E42C0" w:rsidRDefault="003E42C0" w:rsidP="002C141A">
      <w:pPr>
        <w:pStyle w:val="ListParagraph"/>
        <w:numPr>
          <w:ilvl w:val="0"/>
          <w:numId w:val="31"/>
        </w:numPr>
      </w:pPr>
      <w:r>
        <w:lastRenderedPageBreak/>
        <w:t xml:space="preserve">Insert a “Read CSV” operator </w:t>
      </w:r>
      <w:r w:rsidR="00A722C5">
        <w:t xml:space="preserve">into the process </w:t>
      </w:r>
      <w:r>
        <w:t xml:space="preserve">and use the </w:t>
      </w:r>
      <w:r w:rsidRPr="002C141A">
        <w:rPr>
          <w:i/>
        </w:rPr>
        <w:t>Import Configuration Wizard</w:t>
      </w:r>
      <w:r>
        <w:t xml:space="preserve"> to import the file. </w:t>
      </w:r>
      <w:r w:rsidR="003E327B">
        <w:t xml:space="preserve"> </w:t>
      </w:r>
      <w:r>
        <w:t>NOTE the following:</w:t>
      </w:r>
    </w:p>
    <w:p w:rsidR="003E42C0" w:rsidRDefault="003E42C0" w:rsidP="00912FCD">
      <w:pPr>
        <w:pStyle w:val="ListParagraph"/>
        <w:numPr>
          <w:ilvl w:val="0"/>
          <w:numId w:val="36"/>
        </w:numPr>
        <w:ind w:left="1080"/>
      </w:pPr>
      <w:r>
        <w:t>Use comma</w:t>
      </w:r>
      <w:r w:rsidR="00912FCD">
        <w:t xml:space="preserve"> “,”</w:t>
      </w:r>
      <w:r>
        <w:t xml:space="preserve"> as the delimiter for separating the columns.</w:t>
      </w:r>
    </w:p>
    <w:p w:rsidR="00423232" w:rsidRDefault="002C141A" w:rsidP="00A722C5">
      <w:pPr>
        <w:pStyle w:val="ListParagraph"/>
        <w:numPr>
          <w:ilvl w:val="0"/>
          <w:numId w:val="36"/>
        </w:numPr>
        <w:ind w:left="1080"/>
      </w:pPr>
      <w:r>
        <w:t xml:space="preserve">In the file, we used value 1 to denote customer bought an item and 0 to denote did not buy the item. Since there are only two possible values, the data type should be binomial. However, </w:t>
      </w:r>
      <w:r w:rsidR="00C25D8F">
        <w:t xml:space="preserve">RapidMiner will set the attributes for shopping items as </w:t>
      </w:r>
      <w:r w:rsidR="00C25D8F" w:rsidRPr="00912FCD">
        <w:rPr>
          <w:i/>
        </w:rPr>
        <w:t>integer</w:t>
      </w:r>
      <w:r w:rsidR="00912FCD">
        <w:t>.</w:t>
      </w:r>
      <w:r>
        <w:t xml:space="preserve"> </w:t>
      </w:r>
    </w:p>
    <w:p w:rsidR="003E42C0" w:rsidRDefault="00C25D8F" w:rsidP="00912FCD">
      <w:pPr>
        <w:pStyle w:val="ListParagraph"/>
        <w:numPr>
          <w:ilvl w:val="0"/>
          <w:numId w:val="31"/>
        </w:numPr>
      </w:pPr>
      <w:r>
        <w:t xml:space="preserve">Change the shopping item </w:t>
      </w:r>
      <w:r w:rsidR="003E42C0">
        <w:t>attributes</w:t>
      </w:r>
      <w:r w:rsidR="00912FCD">
        <w:t xml:space="preserve"> data type to </w:t>
      </w:r>
      <w:r w:rsidR="00912FCD" w:rsidRPr="00912FCD">
        <w:rPr>
          <w:b/>
        </w:rPr>
        <w:t>binomial</w:t>
      </w:r>
      <w:r w:rsidR="00912FCD">
        <w:t>. The attributes to change are</w:t>
      </w:r>
      <w:r>
        <w:t xml:space="preserve"> </w:t>
      </w:r>
      <w:r w:rsidR="003E42C0">
        <w:t>“Ready Made”, “Frozen foods”, “Alcohol”, “Fresh Vegetables”, “Milk”, “Bakery goods”, “Fresh meat”, “Toiletri</w:t>
      </w:r>
      <w:r w:rsidR="00912FCD">
        <w:t>es”, “Snacks” and “Tinned Goods”</w:t>
      </w:r>
      <w:r>
        <w:t>.</w:t>
      </w:r>
    </w:p>
    <w:p w:rsidR="00C25D8F" w:rsidRDefault="003E327B" w:rsidP="00C25D8F">
      <w:pPr>
        <w:keepNext/>
      </w:pPr>
      <w:r>
        <w:rPr>
          <w:noProof/>
          <w:lang w:val="en-SG"/>
        </w:rPr>
        <mc:AlternateContent>
          <mc:Choice Requires="wps">
            <w:drawing>
              <wp:anchor distT="0" distB="0" distL="114300" distR="114300" simplePos="0" relativeHeight="251673600" behindDoc="0" locked="0" layoutInCell="1" allowOverlap="1">
                <wp:simplePos x="0" y="0"/>
                <wp:positionH relativeFrom="column">
                  <wp:posOffset>47767</wp:posOffset>
                </wp:positionH>
                <wp:positionV relativeFrom="paragraph">
                  <wp:posOffset>1680523</wp:posOffset>
                </wp:positionV>
                <wp:extent cx="4769893" cy="245659"/>
                <wp:effectExtent l="0" t="0" r="12065" b="21590"/>
                <wp:wrapNone/>
                <wp:docPr id="2" name="Rounded Rectangle 2"/>
                <wp:cNvGraphicFramePr/>
                <a:graphic xmlns:a="http://schemas.openxmlformats.org/drawingml/2006/main">
                  <a:graphicData uri="http://schemas.microsoft.com/office/word/2010/wordprocessingShape">
                    <wps:wsp>
                      <wps:cNvSpPr/>
                      <wps:spPr>
                        <a:xfrm>
                          <a:off x="0" y="0"/>
                          <a:ext cx="4769893" cy="245659"/>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w:pict>
              <v:roundrect w14:anchorId="68F0CE31" id="Rounded Rectangle 2" o:spid="_x0000_s1026" style="position:absolute;margin-left:3.75pt;margin-top:132.3pt;width:375.6pt;height:19.35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" filled="f" strokecolor="red" strokeweight="1pt"/>
            </w:pict>
          </mc:Fallback>
        </mc:AlternateContent>
      </w:r>
      <w:r w:rsidR="003E42C0">
        <w:rPr>
          <w:noProof/>
          <w:lang w:val="en-SG"/>
        </w:rPr>
        <w:drawing>
          <wp:inline distT="0" distB="0" distL="0" distR="0" wp14:anchorId="4493AC31" wp14:editId="7041AC97">
            <wp:extent cx="4744664" cy="2934269"/>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70295" cy="2950120"/>
                    </a:xfrm>
                    <a:prstGeom prst="rect">
                      <a:avLst/>
                    </a:prstGeom>
                  </pic:spPr>
                </pic:pic>
              </a:graphicData>
            </a:graphic>
          </wp:inline>
        </w:drawing>
      </w:r>
    </w:p>
    <w:p w:rsidR="003E42C0" w:rsidRDefault="00C25D8F" w:rsidP="00C25D8F">
      <w:pPr>
        <w:pStyle w:val="Caption"/>
      </w:pPr>
      <w:bookmarkStart w:id="1" w:name="_Ref465764439"/>
      <w:r>
        <w:t xml:space="preserve">Figure </w:t>
      </w:r>
      <w:fldSimple w:instr=" SEQ Figure \* ARABIC ">
        <w:r w:rsidR="00AE5452">
          <w:rPr>
            <w:noProof/>
          </w:rPr>
          <w:t>1</w:t>
        </w:r>
      </w:fldSimple>
      <w:r>
        <w:t>: Setting attributes as binomial</w:t>
      </w:r>
      <w:bookmarkEnd w:id="1"/>
    </w:p>
    <w:p w:rsidR="00C25D8F" w:rsidRDefault="003E4B8D" w:rsidP="00C25D8F">
      <w:r>
        <w:t xml:space="preserve">Note that </w:t>
      </w:r>
      <w:r w:rsidR="00C25D8F">
        <w:t>If you fail to do that</w:t>
      </w:r>
      <w:r w:rsidR="002C141A">
        <w:t xml:space="preserve"> and proceed to connect up the operators later</w:t>
      </w:r>
      <w:r w:rsidR="00C25D8F">
        <w:t>, you will get an error message as shown below:</w:t>
      </w:r>
    </w:p>
    <w:p w:rsidR="00C25D8F" w:rsidRDefault="00C25D8F" w:rsidP="00C25D8F">
      <w:pPr>
        <w:keepNext/>
      </w:pPr>
      <w:r>
        <w:rPr>
          <w:noProof/>
          <w:lang w:val="en-SG"/>
        </w:rPr>
        <w:drawing>
          <wp:inline distT="0" distB="0" distL="0" distR="0" wp14:anchorId="25BA2F2C" wp14:editId="72B06294">
            <wp:extent cx="3489628" cy="1787856"/>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16114" cy="1801426"/>
                    </a:xfrm>
                    <a:prstGeom prst="rect">
                      <a:avLst/>
                    </a:prstGeom>
                  </pic:spPr>
                </pic:pic>
              </a:graphicData>
            </a:graphic>
          </wp:inline>
        </w:drawing>
      </w:r>
    </w:p>
    <w:p w:rsidR="00C25D8F" w:rsidRDefault="00C25D8F" w:rsidP="00C25D8F">
      <w:pPr>
        <w:pStyle w:val="Caption"/>
      </w:pPr>
      <w:r>
        <w:t xml:space="preserve">Figure </w:t>
      </w:r>
      <w:fldSimple w:instr=" SEQ Figure \* ARABIC ">
        <w:r w:rsidR="00AE5452">
          <w:rPr>
            <w:noProof/>
          </w:rPr>
          <w:t>2</w:t>
        </w:r>
      </w:fldSimple>
      <w:r>
        <w:t>: Error message when attibutes are not set as binomial</w:t>
      </w:r>
    </w:p>
    <w:p w:rsidR="00C25D8F" w:rsidRDefault="002C141A" w:rsidP="003E4B8D">
      <w:pPr>
        <w:pStyle w:val="ListParagraph"/>
        <w:numPr>
          <w:ilvl w:val="0"/>
          <w:numId w:val="31"/>
        </w:numPr>
      </w:pPr>
      <w:r>
        <w:t>U</w:t>
      </w:r>
      <w:r w:rsidR="003E4B8D">
        <w:t>se a “Select Attribute” operator to remove the demographic attributes like “Age”, “CHILDREN”, “GENDER”, “MARITAL” and “WORKING”. See figure below.</w:t>
      </w:r>
    </w:p>
    <w:p w:rsidR="003E4B8D" w:rsidRDefault="00671BCA" w:rsidP="003E4B8D">
      <w:pPr>
        <w:keepNext/>
      </w:pPr>
      <w:r>
        <w:rPr>
          <w:noProof/>
          <w:lang w:val="en-SG"/>
        </w:rPr>
        <w:lastRenderedPageBreak/>
        <w:drawing>
          <wp:inline distT="0" distB="0" distL="0" distR="0" wp14:anchorId="73C2BF6C" wp14:editId="11369596">
            <wp:extent cx="3745459" cy="1537854"/>
            <wp:effectExtent l="0" t="0" r="762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60053" cy="1543846"/>
                    </a:xfrm>
                    <a:prstGeom prst="rect">
                      <a:avLst/>
                    </a:prstGeom>
                  </pic:spPr>
                </pic:pic>
              </a:graphicData>
            </a:graphic>
          </wp:inline>
        </w:drawing>
      </w:r>
    </w:p>
    <w:p w:rsidR="003E4B8D" w:rsidRDefault="003E4B8D" w:rsidP="003E4B8D">
      <w:pPr>
        <w:pStyle w:val="Caption"/>
      </w:pPr>
      <w:r>
        <w:t xml:space="preserve">Figure </w:t>
      </w:r>
      <w:fldSimple w:instr=" SEQ Figure \* ARABIC ">
        <w:r w:rsidR="00AE5452">
          <w:rPr>
            <w:noProof/>
          </w:rPr>
          <w:t>3</w:t>
        </w:r>
      </w:fldSimple>
      <w:r>
        <w:t>: FIltering out the unwanted attributes.</w:t>
      </w:r>
    </w:p>
    <w:p w:rsidR="003E4B8D" w:rsidRDefault="002C141A" w:rsidP="003E4B8D">
      <w:r>
        <w:t>W</w:t>
      </w:r>
      <w:r w:rsidR="003E4B8D">
        <w:t xml:space="preserve">e need to remove the demographic attribute because the frequent item set generation </w:t>
      </w:r>
      <w:r>
        <w:t xml:space="preserve">operator only </w:t>
      </w:r>
      <w:r w:rsidR="003E4B8D">
        <w:t>take</w:t>
      </w:r>
      <w:r>
        <w:t>s</w:t>
      </w:r>
      <w:r w:rsidR="003E4B8D">
        <w:t xml:space="preserve"> in attributes of the </w:t>
      </w:r>
      <w:r>
        <w:t xml:space="preserve">type </w:t>
      </w:r>
      <w:r w:rsidR="003E4B8D" w:rsidRPr="002C141A">
        <w:rPr>
          <w:b/>
        </w:rPr>
        <w:t>binomial</w:t>
      </w:r>
      <w:r w:rsidR="003E4B8D">
        <w:t>.</w:t>
      </w:r>
    </w:p>
    <w:p w:rsidR="00BF644B" w:rsidRDefault="00BF644B" w:rsidP="003E4B8D">
      <w:r>
        <w:t>With the data imported, we now see how we can generate freque</w:t>
      </w:r>
      <w:r w:rsidR="00EE09A9">
        <w:t>nt itemsets. We will use the “FP</w:t>
      </w:r>
      <w:r>
        <w:t>-Growth” operator provided by RapidMiner.</w:t>
      </w:r>
    </w:p>
    <w:p w:rsidR="003E4B8D" w:rsidRDefault="003E4B8D" w:rsidP="003E4B8D">
      <w:pPr>
        <w:pStyle w:val="ListParagraph"/>
        <w:numPr>
          <w:ilvl w:val="0"/>
          <w:numId w:val="31"/>
        </w:numPr>
      </w:pPr>
      <w:r>
        <w:t xml:space="preserve">Insert a “FP-Growth” </w:t>
      </w:r>
      <w:r w:rsidR="00671BCA">
        <w:t>operator in the process and connect it to the “Select Attribute” operator.</w:t>
      </w:r>
    </w:p>
    <w:p w:rsidR="002C141A" w:rsidRPr="004C1B3F" w:rsidRDefault="00671BCA" w:rsidP="002C141A">
      <w:pPr>
        <w:rPr>
          <w:i/>
        </w:rPr>
      </w:pPr>
      <w:r>
        <w:t xml:space="preserve">The </w:t>
      </w:r>
      <w:r w:rsidR="00BF644B">
        <w:t>“</w:t>
      </w:r>
      <w:r>
        <w:t>FP-Growth</w:t>
      </w:r>
      <w:r w:rsidR="00BF644B">
        <w:t>”</w:t>
      </w:r>
      <w:r>
        <w:t xml:space="preserve"> operator takes in an example sets with attributes of binomial type and generate frequent </w:t>
      </w:r>
      <w:r w:rsidR="002C141A">
        <w:t>item</w:t>
      </w:r>
      <w:r>
        <w:t xml:space="preserve">sets. </w:t>
      </w:r>
      <w:r w:rsidR="002C141A">
        <w:t>The FP-Growth operator works by building</w:t>
      </w:r>
      <w:r>
        <w:t xml:space="preserve"> a FP-tree data structure from the example set and derive frequent itemsets from the tree.</w:t>
      </w:r>
      <w:r w:rsidR="002C141A">
        <w:t xml:space="preserve"> It uses memory much more efficiently and executes faster compared to Apriori algorithm. </w:t>
      </w:r>
      <w:r w:rsidR="002C141A" w:rsidRPr="004C1B3F">
        <w:rPr>
          <w:i/>
        </w:rPr>
        <w:t xml:space="preserve">Detailed FP-Growth algorithm is not within the scope of this </w:t>
      </w:r>
      <w:r w:rsidR="002C141A">
        <w:rPr>
          <w:i/>
        </w:rPr>
        <w:t>course</w:t>
      </w:r>
      <w:r w:rsidR="002C141A" w:rsidRPr="004C1B3F">
        <w:rPr>
          <w:i/>
        </w:rPr>
        <w:t>.</w:t>
      </w:r>
    </w:p>
    <w:p w:rsidR="00671BCA" w:rsidRDefault="00671BCA" w:rsidP="00671BCA"/>
    <w:p w:rsidR="002F6B72" w:rsidRDefault="002F6B72" w:rsidP="002F6B72">
      <w:pPr>
        <w:keepNext/>
      </w:pPr>
      <w:r>
        <w:rPr>
          <w:noProof/>
          <w:lang w:val="en-SG"/>
        </w:rPr>
        <mc:AlternateContent>
          <mc:Choice Requires="wpc">
            <w:drawing>
              <wp:inline distT="0" distB="0" distL="0" distR="0" wp14:anchorId="76155F00" wp14:editId="2CEA7617">
                <wp:extent cx="6037580" cy="2125683"/>
                <wp:effectExtent l="0" t="0" r="0" b="8255"/>
                <wp:docPr id="18" name="Canvas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31" name="Picture 3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80000" y="684429"/>
                            <a:ext cx="1294765" cy="753745"/>
                          </a:xfrm>
                          <a:prstGeom prst="rect">
                            <a:avLst/>
                          </a:prstGeom>
                          <a:noFill/>
                          <a:ln>
                            <a:noFill/>
                          </a:ln>
                        </pic:spPr>
                      </pic:pic>
                      <wps:wsp>
                        <wps:cNvPr id="35" name="Right Arrow 35"/>
                        <wps:cNvSpPr/>
                        <wps:spPr>
                          <a:xfrm>
                            <a:off x="1563475" y="886582"/>
                            <a:ext cx="480695" cy="260985"/>
                          </a:xfrm>
                          <a:prstGeom prst="rightArrow">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7" name="Picture 37"/>
                          <pic:cNvPicPr/>
                        </pic:nvPicPr>
                        <pic:blipFill>
                          <a:blip r:embed="rId12"/>
                          <a:stretch>
                            <a:fillRect/>
                          </a:stretch>
                        </pic:blipFill>
                        <pic:spPr>
                          <a:xfrm>
                            <a:off x="2091927" y="96873"/>
                            <a:ext cx="1485265" cy="2007870"/>
                          </a:xfrm>
                          <a:prstGeom prst="rect">
                            <a:avLst/>
                          </a:prstGeom>
                        </pic:spPr>
                      </pic:pic>
                      <wps:wsp>
                        <wps:cNvPr id="38" name="Right Arrow 38"/>
                        <wps:cNvSpPr/>
                        <wps:spPr>
                          <a:xfrm>
                            <a:off x="3410088" y="886582"/>
                            <a:ext cx="480695" cy="260985"/>
                          </a:xfrm>
                          <a:prstGeom prst="rightArrow">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 name="Text Box 21"/>
                        <wps:cNvSpPr txBox="1"/>
                        <wps:spPr>
                          <a:xfrm>
                            <a:off x="4049419" y="880372"/>
                            <a:ext cx="1547495" cy="273685"/>
                          </a:xfrm>
                          <a:prstGeom prst="rect">
                            <a:avLst/>
                          </a:prstGeom>
                          <a:solidFill>
                            <a:schemeClr val="lt1"/>
                          </a:solidFill>
                          <a:ln w="6350">
                            <a:solidFill>
                              <a:prstClr val="black"/>
                            </a:solidFill>
                          </a:ln>
                        </wps:spPr>
                        <wps:txbx>
                          <w:txbxContent>
                            <w:p w:rsidR="00ED11D8" w:rsidRPr="002F6B72" w:rsidRDefault="00ED11D8">
                              <w:pPr>
                                <w:rPr>
                                  <w:sz w:val="16"/>
                                  <w:lang w:val="en-SG"/>
                                </w:rPr>
                              </w:pPr>
                              <w:r w:rsidRPr="002F6B72">
                                <w:rPr>
                                  <w:sz w:val="16"/>
                                  <w:lang w:val="en-SG"/>
                                </w:rPr>
                                <w:t>{Apple, Coke}, {Bread, Coke, Egg}</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c:wpc>
                  </a:graphicData>
                </a:graphic>
              </wp:inline>
            </w:drawing>
          </mc:Choice>
          <mc:Fallback xmlns:cx2="http://schemas.microsoft.com/office/drawing/2015/10/21/chartex">
            <w:pict>
              <v:group w14:anchorId="76155F00" id="Canvas 18" o:spid="_x0000_s1026" editas="canvas" style="width:475.4pt;height:167.4pt;mso-position-horizontal-relative:char;mso-position-vertical-relative:line" coordsize="60375,21253"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375;height:21253;visibility:visible;mso-wrap-style:square">
                  <v:fill o:detectmouseclick="t"/>
                  <v:path o:connecttype="none"/>
                </v:shape>
                <v:shape id="Picture 31" o:spid="_x0000_s1028" type="#_x0000_t75" style="position:absolute;left:1800;top:6844;width:12947;height:75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">
                  <v:imagedata r:id="rId13" o:titl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5" o:spid="_x0000_s1029" type="#_x0000_t13" style="position:absolute;left:15634;top:8865;width:4807;height:26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" adj="15736" filled="f" strokecolor="red" strokeweight="1pt"/>
                <v:shape id="Picture 37" o:spid="_x0000_s1030" type="#_x0000_t75" style="position:absolute;left:20919;top:968;width:14852;height:200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">
                  <v:imagedata r:id="rId14" o:title=""/>
                </v:shape>
                <v:shape id="Right Arrow 38" o:spid="_x0000_s1031" type="#_x0000_t13" style="position:absolute;left:34100;top:8865;width:4807;height:26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" adj="15736" filled="f" strokecolor="red" strokeweight="1pt"/>
                <v:shapetype id="_x0000_t202" coordsize="21600,21600" o:spt="202" path="m,l,21600r21600,l21600,xe">
                  <v:stroke joinstyle="miter"/>
                  <v:path gradientshapeok="t" o:connecttype="rect"/>
                </v:shapetype>
                <v:shape id="Text Box 21" o:spid="_x0000_s1032" type="#_x0000_t202" style="position:absolute;left:40494;top:8803;width:15475;height:27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" fillcolor="white [3201]" strokeweight=".5pt">
                  <v:textbox>
                    <w:txbxContent>
                      <w:p w:rsidR="00ED11D8" w:rsidRPr="002F6B72" w:rsidRDefault="00ED11D8">
                        <w:pPr>
                          <w:rPr>
                            <w:sz w:val="16"/>
                            <w:lang w:val="en-SG"/>
                          </w:rPr>
                        </w:pPr>
                        <w:r w:rsidRPr="002F6B72">
                          <w:rPr>
                            <w:sz w:val="16"/>
                            <w:lang w:val="en-SG"/>
                          </w:rPr>
                          <w:t>{Apple, Coke}, {Bread, Coke, Egg}</w:t>
                        </w:r>
                      </w:p>
                    </w:txbxContent>
                  </v:textbox>
                </v:shape>
                <w10:anchorlock/>
              </v:group>
            </w:pict>
          </mc:Fallback>
        </mc:AlternateContent>
      </w:r>
    </w:p>
    <w:p w:rsidR="002F6B72" w:rsidRDefault="002F6B72" w:rsidP="002F6B72">
      <w:pPr>
        <w:pStyle w:val="Caption"/>
      </w:pPr>
      <w:r>
        <w:t xml:space="preserve">Figure </w:t>
      </w:r>
      <w:fldSimple w:instr=" SEQ Figure \* ARABIC ">
        <w:r w:rsidR="00AE5452">
          <w:rPr>
            <w:noProof/>
          </w:rPr>
          <w:t>4</w:t>
        </w:r>
      </w:fldSimple>
      <w:r>
        <w:t>: Using FP-Growth to generate frequent itemsets.</w:t>
      </w:r>
      <w:r w:rsidR="004D3FBE">
        <w:t xml:space="preserve"> (The tree in the figure is NOT the actual FP-tree solution for the table).</w:t>
      </w:r>
    </w:p>
    <w:p w:rsidR="004C1B3F" w:rsidRDefault="00426F5E" w:rsidP="00426F5E">
      <w:pPr>
        <w:pStyle w:val="ListParagraph"/>
        <w:numPr>
          <w:ilvl w:val="0"/>
          <w:numId w:val="31"/>
        </w:numPr>
      </w:pPr>
      <w:r>
        <w:t xml:space="preserve">Connect the </w:t>
      </w:r>
      <w:r w:rsidR="00BF644B">
        <w:t>“</w:t>
      </w:r>
      <w:r>
        <w:t>FP-Growth</w:t>
      </w:r>
      <w:r w:rsidR="00BF644B">
        <w:t>”</w:t>
      </w:r>
      <w:r>
        <w:t xml:space="preserve"> operator to the </w:t>
      </w:r>
      <w:r w:rsidR="002C141A">
        <w:t>“</w:t>
      </w:r>
      <w:r>
        <w:t>res</w:t>
      </w:r>
      <w:r w:rsidR="002C141A">
        <w:t>”</w:t>
      </w:r>
      <w:r w:rsidR="00BF644B">
        <w:t xml:space="preserve"> port (s</w:t>
      </w:r>
      <w:r w:rsidR="004A7B08">
        <w:t xml:space="preserve">ee </w:t>
      </w:r>
      <w:r w:rsidR="004A7B08">
        <w:fldChar w:fldCharType="begin"/>
      </w:r>
      <w:r w:rsidR="004A7B08">
        <w:instrText xml:space="preserve"> REF _Ref459984221 \h </w:instrText>
      </w:r>
      <w:r w:rsidR="004A7B08">
        <w:fldChar w:fldCharType="separate"/>
      </w:r>
      <w:r w:rsidR="00AE5452">
        <w:t xml:space="preserve">Figure </w:t>
      </w:r>
      <w:r w:rsidR="00AE5452">
        <w:rPr>
          <w:noProof/>
        </w:rPr>
        <w:t>5</w:t>
      </w:r>
      <w:r w:rsidR="004A7B08">
        <w:fldChar w:fldCharType="end"/>
      </w:r>
      <w:r w:rsidR="004A7B08">
        <w:t xml:space="preserve"> </w:t>
      </w:r>
      <w:r w:rsidR="004A7B08">
        <w:fldChar w:fldCharType="begin"/>
      </w:r>
      <w:r w:rsidR="004A7B08">
        <w:instrText xml:space="preserve"> REF _Ref459984224 \p \h </w:instrText>
      </w:r>
      <w:r w:rsidR="004A7B08">
        <w:fldChar w:fldCharType="separate"/>
      </w:r>
      <w:r w:rsidR="00AE5452">
        <w:t>below</w:t>
      </w:r>
      <w:r w:rsidR="004A7B08">
        <w:fldChar w:fldCharType="end"/>
      </w:r>
      <w:r w:rsidR="00BF644B">
        <w:t>)</w:t>
      </w:r>
      <w:r>
        <w:t>.</w:t>
      </w:r>
    </w:p>
    <w:p w:rsidR="00426F5E" w:rsidRDefault="00426F5E" w:rsidP="00426F5E">
      <w:pPr>
        <w:keepNext/>
      </w:pPr>
      <w:r>
        <w:rPr>
          <w:noProof/>
          <w:lang w:val="en-SG"/>
        </w:rPr>
        <w:lastRenderedPageBreak/>
        <w:drawing>
          <wp:inline distT="0" distB="0" distL="0" distR="0" wp14:anchorId="39C12A32" wp14:editId="427C91D6">
            <wp:extent cx="4810125" cy="108585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810125" cy="1085850"/>
                    </a:xfrm>
                    <a:prstGeom prst="rect">
                      <a:avLst/>
                    </a:prstGeom>
                  </pic:spPr>
                </pic:pic>
              </a:graphicData>
            </a:graphic>
          </wp:inline>
        </w:drawing>
      </w:r>
    </w:p>
    <w:p w:rsidR="00426F5E" w:rsidRDefault="00426F5E" w:rsidP="00426F5E">
      <w:pPr>
        <w:pStyle w:val="Caption"/>
      </w:pPr>
      <w:bookmarkStart w:id="2" w:name="_Ref459984221"/>
      <w:bookmarkStart w:id="3" w:name="_Ref459984224"/>
      <w:r>
        <w:t xml:space="preserve">Figure </w:t>
      </w:r>
      <w:fldSimple w:instr=" SEQ Figure \* ARABIC ">
        <w:r w:rsidR="00AE5452">
          <w:rPr>
            <w:noProof/>
          </w:rPr>
          <w:t>5</w:t>
        </w:r>
      </w:fldSimple>
      <w:bookmarkEnd w:id="2"/>
      <w:r>
        <w:t>: Connecting up the FP-Growth operator.</w:t>
      </w:r>
      <w:bookmarkEnd w:id="3"/>
    </w:p>
    <w:p w:rsidR="00426F5E" w:rsidRDefault="00426F5E" w:rsidP="00426F5E">
      <w:pPr>
        <w:pStyle w:val="ListParagraph"/>
        <w:numPr>
          <w:ilvl w:val="0"/>
          <w:numId w:val="31"/>
        </w:numPr>
      </w:pPr>
      <w:r>
        <w:t>Click on the FP-Growth operator to look at the parameters. Note that</w:t>
      </w:r>
      <w:r w:rsidR="002C141A">
        <w:t xml:space="preserve"> by default, the</w:t>
      </w:r>
      <w:r>
        <w:t xml:space="preserve"> “find min number of itemsets”</w:t>
      </w:r>
      <w:r w:rsidR="002C141A">
        <w:t xml:space="preserve"> checkbox</w:t>
      </w:r>
      <w:r>
        <w:t xml:space="preserve"> is checked and </w:t>
      </w:r>
      <w:r w:rsidR="002C141A">
        <w:t xml:space="preserve">the </w:t>
      </w:r>
      <w:r w:rsidR="009D78F6">
        <w:t>“</w:t>
      </w:r>
      <w:r>
        <w:t>min support</w:t>
      </w:r>
      <w:r w:rsidR="009D78F6">
        <w:t>”</w:t>
      </w:r>
      <w:r>
        <w:t xml:space="preserve"> </w:t>
      </w:r>
      <w:r w:rsidR="002C141A">
        <w:t xml:space="preserve">value </w:t>
      </w:r>
      <w:r>
        <w:t>is 0.95 (95%)</w:t>
      </w:r>
    </w:p>
    <w:p w:rsidR="00423232" w:rsidRDefault="00423232" w:rsidP="00423232">
      <w:pPr>
        <w:pStyle w:val="ListParagraph"/>
      </w:pPr>
    </w:p>
    <w:p w:rsidR="00310D28" w:rsidRDefault="00426F5E" w:rsidP="00310D28">
      <w:pPr>
        <w:pStyle w:val="ListParagraph"/>
        <w:numPr>
          <w:ilvl w:val="0"/>
          <w:numId w:val="31"/>
        </w:numPr>
      </w:pPr>
      <w:r>
        <w:t>Run the process and look at the results. You should be able to see that a total of 12 frequent itemsets were discovered using the FP-Growth operator.</w:t>
      </w:r>
    </w:p>
    <w:p w:rsidR="00310D28" w:rsidRDefault="00310D28" w:rsidP="00310D28">
      <w:r>
        <w:rPr>
          <w:noProof/>
          <w:lang w:val="en-SG"/>
        </w:rPr>
        <mc:AlternateContent>
          <mc:Choice Requires="wpc">
            <w:drawing>
              <wp:inline distT="0" distB="0" distL="0" distR="0" wp14:anchorId="3FF39822" wp14:editId="7F201E93">
                <wp:extent cx="5486400" cy="2574905"/>
                <wp:effectExtent l="0" t="0" r="0" b="0"/>
                <wp:docPr id="6" name="Canvas 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41" name="Picture 41"/>
                          <pic:cNvPicPr/>
                        </pic:nvPicPr>
                        <pic:blipFill>
                          <a:blip r:embed="rId16"/>
                          <a:stretch>
                            <a:fillRect/>
                          </a:stretch>
                        </pic:blipFill>
                        <pic:spPr>
                          <a:xfrm>
                            <a:off x="180000" y="180000"/>
                            <a:ext cx="4660900" cy="2292350"/>
                          </a:xfrm>
                          <a:prstGeom prst="rect">
                            <a:avLst/>
                          </a:prstGeom>
                        </pic:spPr>
                      </pic:pic>
                      <wps:wsp>
                        <wps:cNvPr id="7" name="Rounded Rectangle 7"/>
                        <wps:cNvSpPr/>
                        <wps:spPr>
                          <a:xfrm>
                            <a:off x="1896118" y="364638"/>
                            <a:ext cx="617080" cy="2053192"/>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xmlns:cx2="http://schemas.microsoft.com/office/drawing/2015/10/21/chartex">
            <w:pict>
              <v:group w14:anchorId="6C5B3673" id="Canvas 6" o:spid="_x0000_s1026" editas="canvas" style="width:6in;height:202.75pt;mso-position-horizontal-relative:char;mso-position-vertical-relative:line" coordsize="54864,257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">
                <v:shape id="_x0000_s1027" type="#_x0000_t75" style="position:absolute;width:54864;height:25742;visibility:visible;mso-wrap-style:square">
                  <v:fill o:detectmouseclick="t"/>
                  <v:path o:connecttype="none"/>
                </v:shape>
                <v:shape id="Picture 41" o:spid="_x0000_s1028" type="#_x0000_t75" style="position:absolute;left:1800;top:1800;width:46609;height:22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">
                  <v:imagedata r:id="rId17" o:title=""/>
                </v:shape>
                <v:roundrect id="Rounded Rectangle 7" o:spid="_x0000_s1029" style="position:absolute;left:18961;top:3646;width:6170;height:205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" filled="f" strokecolor="red" strokeweight="1pt"/>
                <w10:anchorlock/>
              </v:group>
            </w:pict>
          </mc:Fallback>
        </mc:AlternateContent>
      </w:r>
    </w:p>
    <w:p w:rsidR="00426F5E" w:rsidRDefault="00426F5E" w:rsidP="00426F5E">
      <w:pPr>
        <w:pStyle w:val="Caption"/>
      </w:pPr>
      <w:r>
        <w:t xml:space="preserve">Figure </w:t>
      </w:r>
      <w:fldSimple w:instr=" SEQ Figure \* ARABIC ">
        <w:r w:rsidR="00AE5452">
          <w:rPr>
            <w:noProof/>
          </w:rPr>
          <w:t>6</w:t>
        </w:r>
      </w:fldSimple>
      <w:r>
        <w:t>: Frequent itemsets generated using the FP-Growth operator.</w:t>
      </w:r>
    </w:p>
    <w:p w:rsidR="00310D28" w:rsidRPr="00310D28" w:rsidRDefault="00310D28" w:rsidP="00310D28">
      <w:r>
        <w:t>As can be seen from the results, we have 6 single-item and 6 2-item itemsets found. The single-item itemsets are pretty useless to us as there are no associations with other items. The other 6 itemsets indicates the associations between other items. For example, “</w:t>
      </w:r>
      <w:r w:rsidRPr="00310D28">
        <w:rPr>
          <w:i/>
        </w:rPr>
        <w:t>Snacks</w:t>
      </w:r>
      <w:r>
        <w:rPr>
          <w:i/>
        </w:rPr>
        <w:t>”</w:t>
      </w:r>
      <w:r>
        <w:t xml:space="preserve"> with “</w:t>
      </w:r>
      <w:r>
        <w:rPr>
          <w:i/>
        </w:rPr>
        <w:t>Ready made”</w:t>
      </w:r>
      <w:r w:rsidR="005B686B">
        <w:t xml:space="preserve"> and “Tinned Goods”, “Ready made” with “Tinned Goods” and so on.</w:t>
      </w:r>
      <w:r w:rsidR="00032EFE">
        <w:t xml:space="preserve"> </w:t>
      </w:r>
    </w:p>
    <w:p w:rsidR="00310D28" w:rsidRDefault="00310D28" w:rsidP="00310D28">
      <w:r>
        <w:t xml:space="preserve">Note also that the support of each </w:t>
      </w:r>
      <w:r w:rsidR="00CD76A7">
        <w:t>itemset</w:t>
      </w:r>
      <w:r>
        <w:t xml:space="preserve"> is listed under the “Support” column.</w:t>
      </w:r>
      <w:r w:rsidR="00853267">
        <w:t xml:space="preserve"> Recall that </w:t>
      </w:r>
      <w:r w:rsidR="00853267" w:rsidRPr="00853267">
        <w:rPr>
          <w:i/>
        </w:rPr>
        <w:t>support</w:t>
      </w:r>
      <w:r w:rsidR="00853267">
        <w:t xml:space="preserve"> is the fraction of all the transactions that contains the items in the itemset. It is an </w:t>
      </w:r>
      <w:r w:rsidR="00853267" w:rsidRPr="00853267">
        <w:t xml:space="preserve">indication of how frequently the itemset appears in </w:t>
      </w:r>
      <w:r w:rsidR="00853267">
        <w:t xml:space="preserve">all </w:t>
      </w:r>
      <w:r w:rsidR="00853267" w:rsidRPr="00853267">
        <w:t xml:space="preserve">the </w:t>
      </w:r>
      <w:r w:rsidR="00853267">
        <w:t>transactions.</w:t>
      </w:r>
      <w:r w:rsidR="00032EFE">
        <w:t xml:space="preserve"> So we see that about 27.7% of transactions contains the itemset {Snacks, Ready made}.</w:t>
      </w:r>
    </w:p>
    <w:p w:rsidR="00CD76A7" w:rsidRDefault="00CD76A7" w:rsidP="00310D28">
      <w:r>
        <w:t>Although we indicated the minimum support (min support) to be at least 95%, the results still show itemsets of support less than 95%. This is because of the parameter settings for the FP-Growth operator.</w:t>
      </w:r>
    </w:p>
    <w:p w:rsidR="00310D28" w:rsidRDefault="00310D28" w:rsidP="00310D28">
      <w:pPr>
        <w:pStyle w:val="ListParagraph"/>
        <w:numPr>
          <w:ilvl w:val="0"/>
          <w:numId w:val="31"/>
        </w:numPr>
      </w:pPr>
      <w:r>
        <w:t>Return to the process</w:t>
      </w:r>
      <w:r w:rsidR="00CD76A7">
        <w:t xml:space="preserve"> view</w:t>
      </w:r>
      <w:r>
        <w:t>, click on the FP-Growth operator and take a look at its parameters. Notice that the parameter “find min number of itemsets” is checked.</w:t>
      </w:r>
    </w:p>
    <w:p w:rsidR="00310D28" w:rsidRDefault="00310D28" w:rsidP="00310D28">
      <w:r>
        <w:t xml:space="preserve">if the “find min number of itemsets” parameter is </w:t>
      </w:r>
      <w:r w:rsidRPr="00423232">
        <w:rPr>
          <w:b/>
        </w:rPr>
        <w:t>checked</w:t>
      </w:r>
      <w:r>
        <w:rPr>
          <w:noProof/>
        </w:rPr>
        <w:t xml:space="preserve">, </w:t>
      </w:r>
      <w:r w:rsidR="001A3E86">
        <w:rPr>
          <w:noProof/>
        </w:rPr>
        <w:t xml:space="preserve">the operator will ignore the </w:t>
      </w:r>
      <w:r>
        <w:t xml:space="preserve">“min support” value </w:t>
      </w:r>
      <w:r w:rsidR="001A3E86">
        <w:t>(</w:t>
      </w:r>
      <w:r>
        <w:t>even though we set it to 0.95</w:t>
      </w:r>
      <w:r w:rsidR="001A3E86">
        <w:t xml:space="preserve">) and </w:t>
      </w:r>
      <w:r>
        <w:t xml:space="preserve">generate a list of frequent itemsets </w:t>
      </w:r>
      <w:r w:rsidR="001A3E86">
        <w:t xml:space="preserve">sorting from </w:t>
      </w:r>
      <w:r>
        <w:t xml:space="preserve">highest </w:t>
      </w:r>
      <w:r w:rsidR="001A3E86">
        <w:t xml:space="preserve">to lowest </w:t>
      </w:r>
      <w:r>
        <w:t xml:space="preserve">support </w:t>
      </w:r>
      <w:r>
        <w:lastRenderedPageBreak/>
        <w:t xml:space="preserve">values. </w:t>
      </w:r>
      <w:r w:rsidR="00893758">
        <w:t xml:space="preserve">It will not generate all the itemsets though, the number of </w:t>
      </w:r>
      <w:r>
        <w:t xml:space="preserve">itemsets to generate is specified by the “min number of itemsets” parameters (see </w:t>
      </w:r>
      <w:r>
        <w:fldChar w:fldCharType="begin"/>
      </w:r>
      <w:r>
        <w:instrText xml:space="preserve"> REF _Ref459983568 \h </w:instrText>
      </w:r>
      <w:r>
        <w:fldChar w:fldCharType="separate"/>
      </w:r>
      <w:r w:rsidR="00AE5452">
        <w:rPr>
          <w:b/>
          <w:bCs/>
        </w:rPr>
        <w:t>Error! Reference source not found.</w:t>
      </w:r>
      <w:r>
        <w:fldChar w:fldCharType="end"/>
      </w:r>
      <w:r w:rsidR="00893758">
        <w:t xml:space="preserve"> </w:t>
      </w:r>
      <w:r w:rsidR="00893758">
        <w:fldChar w:fldCharType="begin"/>
      </w:r>
      <w:r w:rsidR="00893758">
        <w:instrText xml:space="preserve"> REF _Ref465761050 \p \h </w:instrText>
      </w:r>
      <w:r w:rsidR="00893758">
        <w:fldChar w:fldCharType="separate"/>
      </w:r>
      <w:r w:rsidR="00AE5452">
        <w:t>below</w:t>
      </w:r>
      <w:r w:rsidR="00893758">
        <w:fldChar w:fldCharType="end"/>
      </w:r>
      <w:r>
        <w:t>)</w:t>
      </w:r>
    </w:p>
    <w:p w:rsidR="00310D28" w:rsidRDefault="00310D28" w:rsidP="00310D28">
      <w:pPr>
        <w:keepNext/>
      </w:pPr>
      <w:r>
        <w:rPr>
          <w:noProof/>
          <w:lang w:val="en-SG"/>
        </w:rPr>
        <mc:AlternateContent>
          <mc:Choice Requires="wpc">
            <w:drawing>
              <wp:inline distT="0" distB="0" distL="0" distR="0" wp14:anchorId="0E41DF86" wp14:editId="1028BD5F">
                <wp:extent cx="5486400" cy="2473929"/>
                <wp:effectExtent l="0" t="0" r="0" b="0"/>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33" name="Picture 33"/>
                          <pic:cNvPicPr/>
                        </pic:nvPicPr>
                        <pic:blipFill>
                          <a:blip r:embed="rId18">
                            <a:extLst>
                              <a:ext uri="{28A0092B-C50C-407E-A947-70E740481C1C}">
                                <a14:useLocalDpi xmlns:a14="http://schemas.microsoft.com/office/drawing/2010/main" val="0"/>
                              </a:ext>
                            </a:extLst>
                          </a:blip>
                          <a:stretch>
                            <a:fillRect/>
                          </a:stretch>
                        </pic:blipFill>
                        <pic:spPr>
                          <a:xfrm>
                            <a:off x="180000" y="180000"/>
                            <a:ext cx="2005965" cy="2185035"/>
                          </a:xfrm>
                          <a:prstGeom prst="rect">
                            <a:avLst/>
                          </a:prstGeom>
                        </pic:spPr>
                      </pic:pic>
                      <wps:wsp>
                        <wps:cNvPr id="34" name="Rounded Rectangle 34"/>
                        <wps:cNvSpPr/>
                        <wps:spPr>
                          <a:xfrm>
                            <a:off x="206670" y="555857"/>
                            <a:ext cx="1258570" cy="177165"/>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 name="Rounded Rectangle 36"/>
                        <wps:cNvSpPr/>
                        <wps:spPr>
                          <a:xfrm>
                            <a:off x="193335" y="799062"/>
                            <a:ext cx="1257935" cy="177800"/>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xmlns:cx2="http://schemas.microsoft.com/office/drawing/2015/10/21/chartex">
            <w:pict>
              <v:group w14:anchorId="379F6F62" id="Canvas 5" o:spid="_x0000_s1026" editas="canvas" style="width:6in;height:194.8pt;mso-position-horizontal-relative:char;mso-position-vertical-relative:line" coordsize="54864,247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">
                <v:shape id="_x0000_s1027" type="#_x0000_t75" style="position:absolute;width:54864;height:24733;visibility:visible;mso-wrap-style:square">
                  <v:fill o:detectmouseclick="t"/>
                  <v:path o:connecttype="none"/>
                </v:shape>
                <v:shape id="Picture 33" o:spid="_x0000_s1028" type="#_x0000_t75" style="position:absolute;left:1800;top:1800;width:20059;height:218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">
                  <v:imagedata r:id="rId19" o:title=""/>
                </v:shape>
                <v:roundrect id="Rounded Rectangle 34" o:spid="_x0000_s1029" style="position:absolute;left:2066;top:5558;width:12586;height:17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" filled="f" strokecolor="red" strokeweight="1pt"/>
                <v:roundrect id="Rounded Rectangle 36" o:spid="_x0000_s1030" style="position:absolute;left:1933;top:7990;width:12579;height:177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" filled="f" strokecolor="red" strokeweight="1pt"/>
                <w10:anchorlock/>
              </v:group>
            </w:pict>
          </mc:Fallback>
        </mc:AlternateContent>
      </w:r>
    </w:p>
    <w:p w:rsidR="00310D28" w:rsidRPr="00310D28" w:rsidRDefault="00310D28" w:rsidP="00310D28">
      <w:pPr>
        <w:pStyle w:val="Caption"/>
      </w:pPr>
      <w:bookmarkStart w:id="4" w:name="_Ref465761050"/>
      <w:r>
        <w:t xml:space="preserve">Figure </w:t>
      </w:r>
      <w:fldSimple w:instr=" SEQ Figure \* ARABIC ">
        <w:r w:rsidR="00AE5452">
          <w:rPr>
            <w:noProof/>
          </w:rPr>
          <w:t>7</w:t>
        </w:r>
      </w:fldSimple>
      <w:r>
        <w:t xml:space="preserve">: </w:t>
      </w:r>
      <w:r w:rsidRPr="00980A7D">
        <w:t>find min number of itemsets</w:t>
      </w:r>
      <w:r>
        <w:t xml:space="preserve"> parameter.</w:t>
      </w:r>
      <w:bookmarkEnd w:id="4"/>
    </w:p>
    <w:p w:rsidR="00A05B7A" w:rsidRDefault="0001163B" w:rsidP="00A05B7A">
      <w:r>
        <w:t>O</w:t>
      </w:r>
      <w:r w:rsidR="00423232">
        <w:t>n the other hand, i</w:t>
      </w:r>
      <w:r w:rsidR="006C54C7">
        <w:t>f the “find min number of itemsets” box is unchecked, the system will only generate itemsets with support above that specified in the “min support” parameter.</w:t>
      </w:r>
    </w:p>
    <w:p w:rsidR="00423232" w:rsidRDefault="00A348B9" w:rsidP="00A05B7A">
      <w:r>
        <w:t>T</w:t>
      </w:r>
      <w:r w:rsidR="009A2733">
        <w:t xml:space="preserve">he </w:t>
      </w:r>
      <w:r w:rsidR="00423232" w:rsidRPr="00423232">
        <w:t>“</w:t>
      </w:r>
      <w:r w:rsidR="009A2733" w:rsidRPr="00423232">
        <w:t>max items</w:t>
      </w:r>
      <w:r w:rsidR="00423232" w:rsidRPr="00423232">
        <w:t>”</w:t>
      </w:r>
      <w:r w:rsidR="009A2733">
        <w:t xml:space="preserve"> parameter will limit the number of items in an itemset, that is, the size of the itemset. It does NOT refer to the total number of frequent itemsets to be generated.</w:t>
      </w:r>
      <w:r w:rsidR="0001163B">
        <w:t xml:space="preserve"> The default value is -1, indicating that there is no limit to the number of frequent itemsets generated.</w:t>
      </w:r>
    </w:p>
    <w:p w:rsidR="009A2733" w:rsidRDefault="009A2733" w:rsidP="00A05B7A">
      <w:r>
        <w:t xml:space="preserve">The </w:t>
      </w:r>
      <w:r w:rsidR="00423232">
        <w:t>“</w:t>
      </w:r>
      <w:r w:rsidRPr="00423232">
        <w:t>must contain</w:t>
      </w:r>
      <w:r w:rsidR="00423232">
        <w:t>”</w:t>
      </w:r>
      <w:r>
        <w:t xml:space="preserve"> parameter allows us to specify the items that must be included in an itemset.</w:t>
      </w:r>
      <w:r w:rsidR="00423232">
        <w:t xml:space="preserve"> In other words, itemsets without the specified items will be excluded from the results.</w:t>
      </w:r>
    </w:p>
    <w:p w:rsidR="00BD4A01" w:rsidRDefault="00A05B7A" w:rsidP="006C54C7">
      <w:pPr>
        <w:pStyle w:val="ListParagraph"/>
        <w:numPr>
          <w:ilvl w:val="0"/>
          <w:numId w:val="31"/>
        </w:numPr>
      </w:pPr>
      <w:r>
        <w:t xml:space="preserve">Uncheck the </w:t>
      </w:r>
      <w:r w:rsidR="006C54C7">
        <w:t xml:space="preserve">“find </w:t>
      </w:r>
      <w:r>
        <w:t>min</w:t>
      </w:r>
      <w:r w:rsidR="0001163B">
        <w:t xml:space="preserve"> number of itemsets” check box and</w:t>
      </w:r>
      <w:r w:rsidR="006C54C7">
        <w:t xml:space="preserve"> leave the “min support” value as the default 0.95</w:t>
      </w:r>
      <w:r w:rsidR="00BD4A01">
        <w:t>. R</w:t>
      </w:r>
      <w:r w:rsidR="006C54C7">
        <w:t xml:space="preserve">un the process again. </w:t>
      </w:r>
    </w:p>
    <w:p w:rsidR="00A05B7A" w:rsidRDefault="00487C77" w:rsidP="00BD4A01">
      <w:r>
        <w:t>Y</w:t>
      </w:r>
      <w:r w:rsidR="00594D54">
        <w:t>ou will n</w:t>
      </w:r>
      <w:r w:rsidR="006C54C7">
        <w:t>otice that no frequent itemsets are found as no frequent itemsets meet the criteria of having 95% support.</w:t>
      </w:r>
    </w:p>
    <w:p w:rsidR="00487C77" w:rsidRDefault="00423232" w:rsidP="00487C77">
      <w:pPr>
        <w:pStyle w:val="ListParagraph"/>
        <w:numPr>
          <w:ilvl w:val="0"/>
          <w:numId w:val="31"/>
        </w:numPr>
      </w:pPr>
      <w:r>
        <w:t>Change</w:t>
      </w:r>
      <w:r w:rsidR="006C54C7">
        <w:t xml:space="preserve"> the “min support” to 0.1 (10%) and run the process again. </w:t>
      </w:r>
    </w:p>
    <w:p w:rsidR="006C54C7" w:rsidRDefault="00487C77" w:rsidP="00487C77">
      <w:r>
        <w:t xml:space="preserve">You should be able to finally see some frequent itemset being generated. </w:t>
      </w:r>
      <w:r w:rsidR="006C54C7">
        <w:t>How many itemsets are found? What is the maximum size</w:t>
      </w:r>
      <w:r w:rsidR="00423232">
        <w:t xml:space="preserve"> of the itemsets</w:t>
      </w:r>
      <w:r w:rsidR="006C54C7">
        <w:t xml:space="preserve">? </w:t>
      </w:r>
      <w:r w:rsidR="002D22B4">
        <w:t>What is the itemset with the highest support valu</w:t>
      </w:r>
      <w:r w:rsidR="00BD4A01">
        <w:t>e?</w:t>
      </w:r>
    </w:p>
    <w:p w:rsidR="00BD4A01" w:rsidRDefault="00BD4A01" w:rsidP="00487C77">
      <w:r>
        <w:t>Of course 10% support is a very low percentage number to use. Some of the itemsets generated will be pretty useless as they only cover a small percentage of the transaction database.</w:t>
      </w:r>
    </w:p>
    <w:p w:rsidR="002D22B4" w:rsidRDefault="00BD4A01" w:rsidP="00313700">
      <w:r>
        <w:t xml:space="preserve">You have seen how to use the FP-Growth operator to generate frequent itemsets from a set of transactions. As in any association rule mining, after generating frequent itemsets, we can start mining </w:t>
      </w:r>
      <w:r w:rsidR="00313700">
        <w:t xml:space="preserve">for association rules from </w:t>
      </w:r>
      <w:r>
        <w:t>the generated frequent itemsets.</w:t>
      </w:r>
    </w:p>
    <w:p w:rsidR="00BF644B" w:rsidRDefault="00BF644B" w:rsidP="000505A2">
      <w:pPr>
        <w:pStyle w:val="Heading1"/>
      </w:pPr>
      <w:r>
        <w:lastRenderedPageBreak/>
        <w:t>Mining Association Rules</w:t>
      </w:r>
    </w:p>
    <w:p w:rsidR="001C4F12" w:rsidRDefault="001C4F12" w:rsidP="00505A07">
      <w:r>
        <w:t xml:space="preserve">We will now see how to mine association rule from our generated frequent itemsets. </w:t>
      </w:r>
    </w:p>
    <w:p w:rsidR="001C4F12" w:rsidRDefault="00313700" w:rsidP="00313700">
      <w:pPr>
        <w:pStyle w:val="ListParagraph"/>
        <w:numPr>
          <w:ilvl w:val="0"/>
          <w:numId w:val="31"/>
        </w:numPr>
      </w:pPr>
      <w:r>
        <w:t>Insert a “Create Association Rules” operator</w:t>
      </w:r>
      <w:r w:rsidR="001C4F12">
        <w:t xml:space="preserve"> into the process</w:t>
      </w:r>
      <w:r w:rsidR="00EA2B0F">
        <w:t>.</w:t>
      </w:r>
    </w:p>
    <w:p w:rsidR="00313700" w:rsidRDefault="00EA2B0F" w:rsidP="00313700">
      <w:pPr>
        <w:pStyle w:val="ListParagraph"/>
        <w:numPr>
          <w:ilvl w:val="0"/>
          <w:numId w:val="31"/>
        </w:numPr>
      </w:pPr>
      <w:r>
        <w:t>C</w:t>
      </w:r>
      <w:r w:rsidR="00313700">
        <w:t xml:space="preserve">onnect the </w:t>
      </w:r>
      <w:r>
        <w:t xml:space="preserve">“fre” </w:t>
      </w:r>
      <w:r w:rsidR="00313700">
        <w:t xml:space="preserve">output ports from the FP-Growth to the </w:t>
      </w:r>
      <w:r>
        <w:t xml:space="preserve">“ite” port of the </w:t>
      </w:r>
      <w:r w:rsidR="00313700">
        <w:t>newly inserted “Cre</w:t>
      </w:r>
      <w:r>
        <w:t xml:space="preserve">ate Association Rules” operator (see </w:t>
      </w:r>
      <w:r>
        <w:fldChar w:fldCharType="begin"/>
      </w:r>
      <w:r>
        <w:instrText xml:space="preserve"> REF _Ref459984656 \h </w:instrText>
      </w:r>
      <w:r>
        <w:fldChar w:fldCharType="separate"/>
      </w:r>
      <w:r w:rsidR="00AE5452">
        <w:t xml:space="preserve">Figure </w:t>
      </w:r>
      <w:r w:rsidR="00AE5452">
        <w:rPr>
          <w:noProof/>
        </w:rPr>
        <w:t>8</w:t>
      </w:r>
      <w:r>
        <w:fldChar w:fldCharType="end"/>
      </w:r>
      <w:r>
        <w:t>)</w:t>
      </w:r>
    </w:p>
    <w:p w:rsidR="00313700" w:rsidRDefault="00BD3125" w:rsidP="00313700">
      <w:pPr>
        <w:keepNext/>
      </w:pPr>
      <w:r>
        <w:rPr>
          <w:noProof/>
          <w:lang w:val="en-SG"/>
        </w:rPr>
        <mc:AlternateContent>
          <mc:Choice Requires="wps">
            <w:drawing>
              <wp:anchor distT="0" distB="0" distL="114300" distR="114300" simplePos="0" relativeHeight="251675648" behindDoc="0" locked="0" layoutInCell="1" allowOverlap="1" wp14:anchorId="05F5A701" wp14:editId="3C147B66">
                <wp:simplePos x="0" y="0"/>
                <wp:positionH relativeFrom="column">
                  <wp:posOffset>1806361</wp:posOffset>
                </wp:positionH>
                <wp:positionV relativeFrom="paragraph">
                  <wp:posOffset>27188</wp:posOffset>
                </wp:positionV>
                <wp:extent cx="1840019" cy="718057"/>
                <wp:effectExtent l="0" t="0" r="27305" b="25400"/>
                <wp:wrapNone/>
                <wp:docPr id="8" name="Rounded Rectangle 8"/>
                <wp:cNvGraphicFramePr/>
                <a:graphic xmlns:a="http://schemas.openxmlformats.org/drawingml/2006/main">
                  <a:graphicData uri="http://schemas.microsoft.com/office/word/2010/wordprocessingShape">
                    <wps:wsp>
                      <wps:cNvSpPr/>
                      <wps:spPr>
                        <a:xfrm>
                          <a:off x="0" y="0"/>
                          <a:ext cx="1840019" cy="718057"/>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w:pict>
              <v:roundrect w14:anchorId="01E1E836" id="Rounded Rectangle 8" o:spid="_x0000_s1026" style="position:absolute;margin-left:142.25pt;margin-top:2.15pt;width:144.9pt;height:56.55pt;z-index:2516756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" filled="f" strokecolor="red" strokeweight="1pt"/>
            </w:pict>
          </mc:Fallback>
        </mc:AlternateContent>
      </w:r>
      <w:r w:rsidR="00313700">
        <w:rPr>
          <w:noProof/>
          <w:lang w:val="en-SG"/>
        </w:rPr>
        <w:drawing>
          <wp:inline distT="0" distB="0" distL="0" distR="0" wp14:anchorId="78CECE12" wp14:editId="30C47676">
            <wp:extent cx="4251366" cy="735252"/>
            <wp:effectExtent l="0" t="0" r="0" b="825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284286" cy="740945"/>
                    </a:xfrm>
                    <a:prstGeom prst="rect">
                      <a:avLst/>
                    </a:prstGeom>
                  </pic:spPr>
                </pic:pic>
              </a:graphicData>
            </a:graphic>
          </wp:inline>
        </w:drawing>
      </w:r>
    </w:p>
    <w:p w:rsidR="00313700" w:rsidRDefault="00313700" w:rsidP="00313700">
      <w:pPr>
        <w:pStyle w:val="Caption"/>
      </w:pPr>
      <w:bookmarkStart w:id="5" w:name="_Ref459984656"/>
      <w:r>
        <w:t xml:space="preserve">Figure </w:t>
      </w:r>
      <w:fldSimple w:instr=" SEQ Figure \* ARABIC ">
        <w:r w:rsidR="00AE5452">
          <w:rPr>
            <w:noProof/>
          </w:rPr>
          <w:t>8</w:t>
        </w:r>
      </w:fldSimple>
      <w:bookmarkEnd w:id="5"/>
      <w:r>
        <w:t>: INserting the Create Association Rules operator.</w:t>
      </w:r>
    </w:p>
    <w:p w:rsidR="001C4F12" w:rsidRPr="00505A07" w:rsidRDefault="00CB28E3" w:rsidP="001C4F12">
      <w:r>
        <w:t>As can be seen from the figure, t</w:t>
      </w:r>
      <w:r w:rsidR="001C4F12">
        <w:t>he generated frequent itemsets will now be sent to a “Create Association Rules” operator for it to mine association rules.</w:t>
      </w:r>
    </w:p>
    <w:p w:rsidR="00313700" w:rsidRDefault="00F9494F" w:rsidP="00313700">
      <w:pPr>
        <w:pStyle w:val="ListParagraph"/>
        <w:numPr>
          <w:ilvl w:val="0"/>
          <w:numId w:val="31"/>
        </w:numPr>
      </w:pPr>
      <w:r>
        <w:t xml:space="preserve">Before you run the process, </w:t>
      </w:r>
      <w:r w:rsidR="00A603ED">
        <w:t>m</w:t>
      </w:r>
      <w:r w:rsidR="00313700">
        <w:t>ake sure the follow parameters are set</w:t>
      </w:r>
    </w:p>
    <w:p w:rsidR="00313700" w:rsidRDefault="00313700" w:rsidP="00313700">
      <w:pPr>
        <w:pStyle w:val="ListParagraph"/>
      </w:pPr>
    </w:p>
    <w:p w:rsidR="00313700" w:rsidRPr="00313700" w:rsidRDefault="00313700" w:rsidP="00313700">
      <w:pPr>
        <w:pStyle w:val="ListParagraph"/>
        <w:rPr>
          <w:u w:val="single"/>
        </w:rPr>
      </w:pPr>
      <w:r w:rsidRPr="00313700">
        <w:rPr>
          <w:u w:val="single"/>
        </w:rPr>
        <w:t>FP-Growth Operator</w:t>
      </w:r>
    </w:p>
    <w:p w:rsidR="00313700" w:rsidRDefault="00313700" w:rsidP="00313700">
      <w:pPr>
        <w:pStyle w:val="ListParagraph"/>
        <w:numPr>
          <w:ilvl w:val="0"/>
          <w:numId w:val="37"/>
        </w:numPr>
      </w:pPr>
      <w:r w:rsidRPr="00313700">
        <w:rPr>
          <w:i/>
        </w:rPr>
        <w:t>find min number of itemsets</w:t>
      </w:r>
      <w:r>
        <w:t>: unchecked</w:t>
      </w:r>
    </w:p>
    <w:p w:rsidR="00313700" w:rsidRDefault="00313700" w:rsidP="00313700">
      <w:pPr>
        <w:pStyle w:val="ListParagraph"/>
        <w:numPr>
          <w:ilvl w:val="0"/>
          <w:numId w:val="37"/>
        </w:numPr>
      </w:pPr>
      <w:r w:rsidRPr="00313700">
        <w:rPr>
          <w:i/>
        </w:rPr>
        <w:t>min support</w:t>
      </w:r>
      <w:r>
        <w:t>: 0.1 (10%)</w:t>
      </w:r>
    </w:p>
    <w:p w:rsidR="00313700" w:rsidRDefault="00313700" w:rsidP="00313700">
      <w:pPr>
        <w:pStyle w:val="ListParagraph"/>
        <w:rPr>
          <w:u w:val="single"/>
        </w:rPr>
      </w:pPr>
    </w:p>
    <w:p w:rsidR="00313700" w:rsidRPr="00313700" w:rsidRDefault="00313700" w:rsidP="000A33CD">
      <w:pPr>
        <w:pStyle w:val="ListParagraph"/>
        <w:keepNext/>
        <w:rPr>
          <w:u w:val="single"/>
        </w:rPr>
      </w:pPr>
      <w:r w:rsidRPr="00313700">
        <w:rPr>
          <w:u w:val="single"/>
        </w:rPr>
        <w:t>Create Association Rules Operator</w:t>
      </w:r>
    </w:p>
    <w:p w:rsidR="00313700" w:rsidRDefault="00313700" w:rsidP="00313700">
      <w:pPr>
        <w:pStyle w:val="ListParagraph"/>
        <w:numPr>
          <w:ilvl w:val="0"/>
          <w:numId w:val="39"/>
        </w:numPr>
      </w:pPr>
      <w:r>
        <w:rPr>
          <w:i/>
        </w:rPr>
        <w:t>criterion</w:t>
      </w:r>
      <w:r>
        <w:t>: confidence</w:t>
      </w:r>
    </w:p>
    <w:p w:rsidR="00313700" w:rsidRDefault="00313700" w:rsidP="00313700">
      <w:pPr>
        <w:pStyle w:val="ListParagraph"/>
        <w:numPr>
          <w:ilvl w:val="0"/>
          <w:numId w:val="39"/>
        </w:numPr>
      </w:pPr>
      <w:r w:rsidRPr="00313700">
        <w:rPr>
          <w:i/>
        </w:rPr>
        <w:t xml:space="preserve">min </w:t>
      </w:r>
      <w:r>
        <w:rPr>
          <w:i/>
        </w:rPr>
        <w:t>confidence</w:t>
      </w:r>
      <w:r>
        <w:t>: 0.7 (70%)</w:t>
      </w:r>
    </w:p>
    <w:p w:rsidR="00313700" w:rsidRDefault="00313700" w:rsidP="00EC3AF5">
      <w:r>
        <w:t xml:space="preserve">RapidMiner </w:t>
      </w:r>
      <w:r w:rsidR="00060BFA" w:rsidRPr="00060BFA">
        <w:t>will produce rules that have a minimum support of 10% of the sample, and a minimum confidence</w:t>
      </w:r>
      <w:r w:rsidR="009F1ED4">
        <w:t xml:space="preserve"> of</w:t>
      </w:r>
      <w:r>
        <w:t xml:space="preserve"> 70%.</w:t>
      </w:r>
      <w:r w:rsidR="00060BFA" w:rsidRPr="00060BFA">
        <w:t xml:space="preserve"> In practice there </w:t>
      </w:r>
      <w:r w:rsidR="002F2EF3">
        <w:t>are</w:t>
      </w:r>
      <w:r w:rsidR="00060BFA" w:rsidRPr="00060BFA">
        <w:t xml:space="preserve"> some trial</w:t>
      </w:r>
      <w:r w:rsidR="002F2EF3">
        <w:t>s</w:t>
      </w:r>
      <w:r w:rsidR="00060BFA" w:rsidRPr="00060BFA">
        <w:t xml:space="preserve"> and error</w:t>
      </w:r>
      <w:r w:rsidR="002F2EF3">
        <w:t>s</w:t>
      </w:r>
      <w:r w:rsidR="00060BFA" w:rsidRPr="00060BFA">
        <w:t xml:space="preserve"> involved in finding useful values (too high and there are no rules generated; too low and there are </w:t>
      </w:r>
      <w:r w:rsidR="00EC3AF5">
        <w:t xml:space="preserve">too </w:t>
      </w:r>
      <w:r w:rsidR="00060BFA" w:rsidRPr="00060BFA">
        <w:t>many rules generated).</w:t>
      </w:r>
    </w:p>
    <w:p w:rsidR="008262AD" w:rsidRDefault="008262AD" w:rsidP="008262AD">
      <w:pPr>
        <w:pStyle w:val="ListParagraph"/>
        <w:numPr>
          <w:ilvl w:val="0"/>
          <w:numId w:val="31"/>
        </w:numPr>
      </w:pPr>
      <w:r>
        <w:t>Run the process and you should see the results as follows:</w:t>
      </w:r>
    </w:p>
    <w:p w:rsidR="00A30BD8" w:rsidRDefault="00A30BD8" w:rsidP="008262AD">
      <w:pPr>
        <w:keepNext/>
        <w:rPr>
          <w:noProof/>
          <w:lang w:val="en-SG"/>
        </w:rPr>
      </w:pPr>
    </w:p>
    <w:p w:rsidR="008262AD" w:rsidRDefault="008262AD" w:rsidP="008262AD">
      <w:pPr>
        <w:keepNext/>
      </w:pPr>
      <w:r>
        <w:rPr>
          <w:noProof/>
          <w:lang w:val="en-SG"/>
        </w:rPr>
        <w:drawing>
          <wp:inline distT="0" distB="0" distL="0" distR="0" wp14:anchorId="7C015253" wp14:editId="59C0229A">
            <wp:extent cx="5731510" cy="1944370"/>
            <wp:effectExtent l="0" t="0" r="254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31510" cy="1944370"/>
                    </a:xfrm>
                    <a:prstGeom prst="rect">
                      <a:avLst/>
                    </a:prstGeom>
                  </pic:spPr>
                </pic:pic>
              </a:graphicData>
            </a:graphic>
          </wp:inline>
        </w:drawing>
      </w:r>
    </w:p>
    <w:p w:rsidR="008262AD" w:rsidRDefault="008262AD" w:rsidP="008262AD">
      <w:pPr>
        <w:pStyle w:val="Caption"/>
      </w:pPr>
      <w:r>
        <w:t xml:space="preserve">Figure </w:t>
      </w:r>
      <w:fldSimple w:instr=" SEQ Figure \* ARABIC ">
        <w:r w:rsidR="00AE5452">
          <w:rPr>
            <w:noProof/>
          </w:rPr>
          <w:t>9</w:t>
        </w:r>
      </w:fldSimple>
      <w:r>
        <w:t>: Rules generated with 10% support and 70% confidence.</w:t>
      </w:r>
    </w:p>
    <w:p w:rsidR="000A33CD" w:rsidRDefault="000A33CD" w:rsidP="00060BFA">
      <w:r>
        <w:lastRenderedPageBreak/>
        <w:t xml:space="preserve">The initial results displayed </w:t>
      </w:r>
      <w:r w:rsidR="009F1ED4">
        <w:t xml:space="preserve">only 2 rules and it </w:t>
      </w:r>
      <w:r>
        <w:t>is a little misleading, t</w:t>
      </w:r>
      <w:r w:rsidR="003478A7">
        <w:t>here are actually 5 rules found that matches our specified support of 10% and confidence of 70%, however</w:t>
      </w:r>
      <w:r w:rsidR="006B76D9">
        <w:t xml:space="preserve">, the rules </w:t>
      </w:r>
      <w:r w:rsidR="003478A7">
        <w:t>displayed are those that fulfils</w:t>
      </w:r>
      <w:r w:rsidR="006B76D9">
        <w:t xml:space="preserve"> the filters </w:t>
      </w:r>
      <w:r w:rsidR="003478A7">
        <w:t xml:space="preserve">criterion </w:t>
      </w:r>
      <w:r w:rsidR="006B76D9">
        <w:t>shown on the left of the screen</w:t>
      </w:r>
      <w:r w:rsidR="006B1EB3">
        <w:t xml:space="preserve"> (see </w:t>
      </w:r>
      <w:r w:rsidR="006B1EB3">
        <w:fldChar w:fldCharType="begin"/>
      </w:r>
      <w:r w:rsidR="006B1EB3">
        <w:instrText xml:space="preserve"> REF _Ref465764450 \h </w:instrText>
      </w:r>
      <w:r w:rsidR="006B1EB3">
        <w:fldChar w:fldCharType="separate"/>
      </w:r>
      <w:r w:rsidR="00AE5452">
        <w:t xml:space="preserve">Figure </w:t>
      </w:r>
      <w:r w:rsidR="00AE5452">
        <w:rPr>
          <w:noProof/>
        </w:rPr>
        <w:t>10</w:t>
      </w:r>
      <w:r w:rsidR="006B1EB3">
        <w:fldChar w:fldCharType="end"/>
      </w:r>
      <w:r w:rsidR="006B1EB3">
        <w:t xml:space="preserve"> </w:t>
      </w:r>
      <w:r w:rsidR="006B1EB3">
        <w:fldChar w:fldCharType="begin"/>
      </w:r>
      <w:r w:rsidR="006B1EB3">
        <w:instrText xml:space="preserve"> REF _Ref465764447 \p \h </w:instrText>
      </w:r>
      <w:r w:rsidR="006B1EB3">
        <w:fldChar w:fldCharType="separate"/>
      </w:r>
      <w:r w:rsidR="00AE5452">
        <w:t>below</w:t>
      </w:r>
      <w:r w:rsidR="006B1EB3">
        <w:fldChar w:fldCharType="end"/>
      </w:r>
      <w:r w:rsidR="006B1EB3">
        <w:t>)</w:t>
      </w:r>
      <w:r>
        <w:t>.</w:t>
      </w:r>
    </w:p>
    <w:p w:rsidR="009F1ED4" w:rsidRDefault="009F1ED4" w:rsidP="009F1ED4">
      <w:pPr>
        <w:keepNext/>
      </w:pPr>
      <w:r>
        <w:rPr>
          <w:noProof/>
          <w:lang w:val="en-SG"/>
        </w:rPr>
        <mc:AlternateContent>
          <mc:Choice Requires="wpc">
            <w:drawing>
              <wp:inline distT="0" distB="0" distL="0" distR="0" wp14:anchorId="3AFC4FE1" wp14:editId="7C912DB9">
                <wp:extent cx="5486400" cy="897571"/>
                <wp:effectExtent l="0" t="0" r="0" b="0"/>
                <wp:docPr id="10" name="Canvas 1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4" name="Picture 14"/>
                          <pic:cNvPicPr>
                            <a:picLocks noChangeAspect="1"/>
                          </pic:cNvPicPr>
                        </pic:nvPicPr>
                        <pic:blipFill>
                          <a:blip r:embed="rId22"/>
                          <a:stretch>
                            <a:fillRect/>
                          </a:stretch>
                        </pic:blipFill>
                        <pic:spPr>
                          <a:xfrm>
                            <a:off x="0" y="0"/>
                            <a:ext cx="5486400" cy="802359"/>
                          </a:xfrm>
                          <a:prstGeom prst="rect">
                            <a:avLst/>
                          </a:prstGeom>
                        </pic:spPr>
                      </pic:pic>
                      <wps:wsp>
                        <wps:cNvPr id="11" name="Rounded Rectangle 11"/>
                        <wps:cNvSpPr/>
                        <wps:spPr>
                          <a:xfrm>
                            <a:off x="117805" y="145681"/>
                            <a:ext cx="1189281" cy="622813"/>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xmlns:cx2="http://schemas.microsoft.com/office/drawing/2015/10/21/chartex">
            <w:pict>
              <v:group w14:anchorId="02557969" id="Canvas 10" o:spid="_x0000_s1026" editas="canvas" style="width:6in;height:70.65pt;mso-position-horizontal-relative:char;mso-position-vertical-relative:line" coordsize="54864,89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">
                <v:shape id="_x0000_s1027" type="#_x0000_t75" style="position:absolute;width:54864;height:8972;visibility:visible;mso-wrap-style:square">
                  <v:fill o:detectmouseclick="t"/>
                  <v:path o:connecttype="none"/>
                </v:shape>
                <v:shape id="Picture 14" o:spid="_x0000_s1028" type="#_x0000_t75" style="position:absolute;width:54864;height:80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">
                  <v:imagedata r:id="rId23" o:title=""/>
                  <v:path arrowok="t"/>
                </v:shape>
                <v:roundrect id="Rounded Rectangle 11" o:spid="_x0000_s1029" style="position:absolute;left:1178;top:1456;width:11892;height:622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" filled="f" strokecolor="red" strokeweight="1pt"/>
                <w10:anchorlock/>
              </v:group>
            </w:pict>
          </mc:Fallback>
        </mc:AlternateContent>
      </w:r>
    </w:p>
    <w:p w:rsidR="009F1ED4" w:rsidRDefault="009F1ED4" w:rsidP="009F1ED4">
      <w:pPr>
        <w:pStyle w:val="Caption"/>
      </w:pPr>
      <w:bookmarkStart w:id="6" w:name="_Ref465764450"/>
      <w:bookmarkStart w:id="7" w:name="_Ref465764447"/>
      <w:r>
        <w:t xml:space="preserve">Figure </w:t>
      </w:r>
      <w:fldSimple w:instr=" SEQ Figure \* ARABIC ">
        <w:r w:rsidR="00AE5452">
          <w:rPr>
            <w:noProof/>
          </w:rPr>
          <w:t>10</w:t>
        </w:r>
      </w:fldSimple>
      <w:bookmarkEnd w:id="6"/>
      <w:r>
        <w:t xml:space="preserve">: </w:t>
      </w:r>
      <w:r w:rsidR="006B1EB3">
        <w:t xml:space="preserve">The left hand side shows the </w:t>
      </w:r>
      <w:r>
        <w:t>Filters for displaying rules</w:t>
      </w:r>
      <w:r w:rsidR="006B1EB3">
        <w:t xml:space="preserve"> while the right hand side shows details the rules</w:t>
      </w:r>
      <w:r>
        <w:t>.</w:t>
      </w:r>
      <w:bookmarkEnd w:id="7"/>
    </w:p>
    <w:p w:rsidR="00060BFA" w:rsidRDefault="00C06214" w:rsidP="00060BFA">
      <w:r>
        <w:t xml:space="preserve">As can be seen from the </w:t>
      </w:r>
      <w:r w:rsidR="003478A7">
        <w:t>figure</w:t>
      </w:r>
      <w:r>
        <w:t xml:space="preserve">, </w:t>
      </w:r>
      <w:r w:rsidR="003478A7">
        <w:t xml:space="preserve">rules 4 and 5 are displayed with </w:t>
      </w:r>
      <w:r>
        <w:t xml:space="preserve">the </w:t>
      </w:r>
      <w:r w:rsidR="00BF4934">
        <w:t>Premises</w:t>
      </w:r>
      <w:r>
        <w:t xml:space="preserve">, </w:t>
      </w:r>
      <w:r w:rsidR="00BF4934">
        <w:t xml:space="preserve">Conclusions, </w:t>
      </w:r>
      <w:r w:rsidR="00060BFA" w:rsidRPr="00060BFA">
        <w:t xml:space="preserve">Support and Confidence. </w:t>
      </w:r>
      <w:r w:rsidR="00BF4934">
        <w:t>We can sort the ru</w:t>
      </w:r>
      <w:r w:rsidR="003478A7">
        <w:t xml:space="preserve">les by clicking on the headers. </w:t>
      </w:r>
      <w:r w:rsidR="00060BFA" w:rsidRPr="00060BFA">
        <w:t xml:space="preserve">The first rule </w:t>
      </w:r>
      <w:r w:rsidR="00BF4934">
        <w:t>shown tells us that on 14</w:t>
      </w:r>
      <w:r w:rsidR="00060BFA" w:rsidRPr="00060BFA">
        <w:t xml:space="preserve">% of the records (shopping visits), milk </w:t>
      </w:r>
      <w:r w:rsidR="00BF4934">
        <w:t xml:space="preserve">was </w:t>
      </w:r>
      <w:r w:rsidR="00060BFA" w:rsidRPr="00060BFA">
        <w:t xml:space="preserve">purchased. Of this group, </w:t>
      </w:r>
      <w:r w:rsidR="00BF4934">
        <w:t>74.3</w:t>
      </w:r>
      <w:r w:rsidR="00060BFA" w:rsidRPr="00060BFA">
        <w:t xml:space="preserve">% </w:t>
      </w:r>
      <w:r w:rsidR="00BF4934">
        <w:t xml:space="preserve">also </w:t>
      </w:r>
      <w:r w:rsidR="00060BFA" w:rsidRPr="00060BFA">
        <w:t xml:space="preserve">bought bakery goods. </w:t>
      </w:r>
    </w:p>
    <w:p w:rsidR="00ED11D8" w:rsidRDefault="00ED11D8" w:rsidP="00060BFA">
      <w:r>
        <w:t xml:space="preserve">The results view also displays values for the LaPlace, Gain, Lift and ps. </w:t>
      </w:r>
      <w:r w:rsidR="0016356B">
        <w:t xml:space="preserve">These measure gives us some indication of the interestingness of the rule. For example, </w:t>
      </w:r>
      <w:r>
        <w:t xml:space="preserve">LaPlace is a function </w:t>
      </w:r>
      <w:r w:rsidR="0016356B">
        <w:t xml:space="preserve">that </w:t>
      </w:r>
      <w:r>
        <w:t>is calculated based on the support and confidence. It ranges from 0 to 1 and the higher the value, the better the result.</w:t>
      </w:r>
      <w:r w:rsidR="0016356B">
        <w:t xml:space="preserve"> These measure will not be discussed in this course. If you are interested, you can explorer more on </w:t>
      </w:r>
      <w:r w:rsidR="0016356B" w:rsidRPr="0016356B">
        <w:rPr>
          <w:i/>
        </w:rPr>
        <w:t>association rule interestingness measures</w:t>
      </w:r>
      <w:r w:rsidR="0016356B">
        <w:t>.</w:t>
      </w:r>
    </w:p>
    <w:p w:rsidR="003478A7" w:rsidRDefault="003478A7" w:rsidP="006B76D9">
      <w:pPr>
        <w:pStyle w:val="ListParagraph"/>
        <w:numPr>
          <w:ilvl w:val="0"/>
          <w:numId w:val="31"/>
        </w:numPr>
      </w:pPr>
      <w:r>
        <w:t xml:space="preserve">To see all the 5 rules, change the filter from “all of these conclusions” to “any of these conclusion” and select all the items (Tinned Goods, Bakery goods). You can select them by holding down the Ctrl-Key and </w:t>
      </w:r>
      <w:r w:rsidR="000A33CD">
        <w:t>clicking</w:t>
      </w:r>
      <w:r>
        <w:t xml:space="preserve"> the items. Also ensure that the “Min. Criterion” slider is </w:t>
      </w:r>
      <w:r w:rsidR="0028018F">
        <w:t xml:space="preserve">slide </w:t>
      </w:r>
      <w:r>
        <w:t>all the way to the left.</w:t>
      </w:r>
    </w:p>
    <w:p w:rsidR="0032181B" w:rsidRDefault="0032181B" w:rsidP="0032181B">
      <w:r>
        <w:t xml:space="preserve">Once you have done that, you should be able to see all the 5 rules (see </w:t>
      </w:r>
      <w:r>
        <w:fldChar w:fldCharType="begin"/>
      </w:r>
      <w:r>
        <w:instrText xml:space="preserve"> REF _Ref459984913 \h </w:instrText>
      </w:r>
      <w:r>
        <w:fldChar w:fldCharType="separate"/>
      </w:r>
      <w:r w:rsidR="00AE5452">
        <w:t xml:space="preserve">Figure </w:t>
      </w:r>
      <w:r w:rsidR="00AE5452">
        <w:rPr>
          <w:noProof/>
        </w:rPr>
        <w:t>11</w:t>
      </w:r>
      <w:r>
        <w:fldChar w:fldCharType="end"/>
      </w:r>
      <w:r>
        <w:t xml:space="preserve"> </w:t>
      </w:r>
      <w:r>
        <w:fldChar w:fldCharType="begin"/>
      </w:r>
      <w:r>
        <w:instrText xml:space="preserve"> REF _Ref459984915 \p \h </w:instrText>
      </w:r>
      <w:r>
        <w:fldChar w:fldCharType="separate"/>
      </w:r>
      <w:r w:rsidR="00AE5452">
        <w:t>below</w:t>
      </w:r>
      <w:r>
        <w:fldChar w:fldCharType="end"/>
      </w:r>
      <w:r>
        <w:t>).</w:t>
      </w:r>
    </w:p>
    <w:p w:rsidR="003478A7" w:rsidRDefault="003478A7" w:rsidP="003478A7">
      <w:pPr>
        <w:keepNext/>
      </w:pPr>
      <w:r>
        <w:rPr>
          <w:noProof/>
          <w:lang w:val="en-SG"/>
        </w:rPr>
        <mc:AlternateContent>
          <mc:Choice Requires="wps">
            <w:drawing>
              <wp:anchor distT="0" distB="0" distL="114300" distR="114300" simplePos="0" relativeHeight="251669504" behindDoc="0" locked="0" layoutInCell="1" allowOverlap="1" wp14:anchorId="6893FAE1" wp14:editId="100C8081">
                <wp:simplePos x="0" y="0"/>
                <wp:positionH relativeFrom="column">
                  <wp:posOffset>356260</wp:posOffset>
                </wp:positionH>
                <wp:positionV relativeFrom="paragraph">
                  <wp:posOffset>428773</wp:posOffset>
                </wp:positionV>
                <wp:extent cx="1270659" cy="563880"/>
                <wp:effectExtent l="0" t="0" r="24765" b="26670"/>
                <wp:wrapNone/>
                <wp:docPr id="50" name="Rounded Rectangle 50"/>
                <wp:cNvGraphicFramePr/>
                <a:graphic xmlns:a="http://schemas.openxmlformats.org/drawingml/2006/main">
                  <a:graphicData uri="http://schemas.microsoft.com/office/word/2010/wordprocessingShape">
                    <wps:wsp>
                      <wps:cNvSpPr/>
                      <wps:spPr>
                        <a:xfrm>
                          <a:off x="0" y="0"/>
                          <a:ext cx="1270659" cy="563880"/>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w:pict>
              <v:roundrect w14:anchorId="09228409" id="Rounded Rectangle 50" o:spid="_x0000_s1026" style="position:absolute;margin-left:28.05pt;margin-top:33.75pt;width:100.05pt;height:4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" filled="f" strokecolor="red" strokeweight="1pt"/>
            </w:pict>
          </mc:Fallback>
        </mc:AlternateContent>
      </w:r>
      <w:r>
        <w:rPr>
          <w:noProof/>
          <w:lang w:val="en-SG"/>
        </w:rPr>
        <mc:AlternateContent>
          <mc:Choice Requires="wps">
            <w:drawing>
              <wp:anchor distT="0" distB="0" distL="114300" distR="114300" simplePos="0" relativeHeight="251671552" behindDoc="0" locked="0" layoutInCell="1" allowOverlap="1" wp14:anchorId="4AAA8484" wp14:editId="0AAAA9E0">
                <wp:simplePos x="0" y="0"/>
                <wp:positionH relativeFrom="column">
                  <wp:posOffset>385668</wp:posOffset>
                </wp:positionH>
                <wp:positionV relativeFrom="paragraph">
                  <wp:posOffset>1645401</wp:posOffset>
                </wp:positionV>
                <wp:extent cx="1270660" cy="177569"/>
                <wp:effectExtent l="0" t="0" r="24765" b="13335"/>
                <wp:wrapNone/>
                <wp:docPr id="51" name="Rounded Rectangle 51"/>
                <wp:cNvGraphicFramePr/>
                <a:graphic xmlns:a="http://schemas.openxmlformats.org/drawingml/2006/main">
                  <a:graphicData uri="http://schemas.microsoft.com/office/word/2010/wordprocessingShape">
                    <wps:wsp>
                      <wps:cNvSpPr/>
                      <wps:spPr>
                        <a:xfrm>
                          <a:off x="0" y="0"/>
                          <a:ext cx="1270660" cy="177569"/>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w:pict>
              <v:roundrect w14:anchorId="420EE9A5" id="Rounded Rectangle 51" o:spid="_x0000_s1026" style="position:absolute;margin-left:30.35pt;margin-top:129.55pt;width:100.05pt;height:1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" filled="f" strokecolor="red" strokeweight="1pt"/>
            </w:pict>
          </mc:Fallback>
        </mc:AlternateContent>
      </w:r>
      <w:r w:rsidRPr="003478A7">
        <w:rPr>
          <w:noProof/>
          <w:lang w:val="en-SG"/>
        </w:rPr>
        <w:t xml:space="preserve"> </w:t>
      </w:r>
      <w:r>
        <w:rPr>
          <w:noProof/>
          <w:lang w:val="en-SG"/>
        </w:rPr>
        <w:drawing>
          <wp:inline distT="0" distB="0" distL="0" distR="0" wp14:anchorId="5043BBC2" wp14:editId="5186E2F5">
            <wp:extent cx="5731510" cy="1643380"/>
            <wp:effectExtent l="0" t="0" r="254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31510" cy="1643380"/>
                    </a:xfrm>
                    <a:prstGeom prst="rect">
                      <a:avLst/>
                    </a:prstGeom>
                  </pic:spPr>
                </pic:pic>
              </a:graphicData>
            </a:graphic>
          </wp:inline>
        </w:drawing>
      </w:r>
    </w:p>
    <w:p w:rsidR="003478A7" w:rsidRDefault="003478A7" w:rsidP="003478A7">
      <w:pPr>
        <w:pStyle w:val="Caption"/>
      </w:pPr>
      <w:bookmarkStart w:id="8" w:name="_Ref459984913"/>
      <w:bookmarkStart w:id="9" w:name="_Ref459984915"/>
      <w:r>
        <w:t xml:space="preserve">Figure </w:t>
      </w:r>
      <w:fldSimple w:instr=" SEQ Figure \* ARABIC ">
        <w:r w:rsidR="00AE5452">
          <w:rPr>
            <w:noProof/>
          </w:rPr>
          <w:t>11</w:t>
        </w:r>
      </w:fldSimple>
      <w:bookmarkEnd w:id="8"/>
      <w:r>
        <w:t>: Displaying all the 5 rules generated for support of 10% and 70% confidence.</w:t>
      </w:r>
      <w:bookmarkEnd w:id="9"/>
    </w:p>
    <w:p w:rsidR="003478A7" w:rsidRDefault="00CB541A" w:rsidP="003478A7">
      <w:r>
        <w:t>T</w:t>
      </w:r>
      <w:r w:rsidR="006B76D9">
        <w:t>he “Min. Criterion Value” slide</w:t>
      </w:r>
      <w:r w:rsidR="00E455F8">
        <w:t>r</w:t>
      </w:r>
      <w:r w:rsidR="006B76D9">
        <w:t xml:space="preserve"> </w:t>
      </w:r>
      <w:r>
        <w:t xml:space="preserve">is used </w:t>
      </w:r>
      <w:r w:rsidR="006B76D9">
        <w:t xml:space="preserve">to vary the confidence criterion </w:t>
      </w:r>
      <w:r>
        <w:t xml:space="preserve">and </w:t>
      </w:r>
      <w:r w:rsidR="006B76D9">
        <w:t>control</w:t>
      </w:r>
      <w:r>
        <w:t>s</w:t>
      </w:r>
      <w:r w:rsidR="006B76D9">
        <w:t xml:space="preserve"> how many rules are generated. This is useful for us if we have generated too many rules and wishes to increase the confidence level and </w:t>
      </w:r>
      <w:r>
        <w:t>thus reducing</w:t>
      </w:r>
      <w:r w:rsidR="006B76D9">
        <w:t xml:space="preserve"> the number of rules. </w:t>
      </w:r>
    </w:p>
    <w:p w:rsidR="006B76D9" w:rsidRDefault="006B76D9" w:rsidP="003478A7">
      <w:pPr>
        <w:pStyle w:val="ListParagraph"/>
        <w:numPr>
          <w:ilvl w:val="0"/>
          <w:numId w:val="31"/>
        </w:numPr>
      </w:pPr>
      <w:r>
        <w:t xml:space="preserve">Slide the slider to the right to reduce number of rules. </w:t>
      </w:r>
      <w:r w:rsidR="00E455F8">
        <w:t>Note that s</w:t>
      </w:r>
      <w:r w:rsidR="003478A7">
        <w:t xml:space="preserve">liding the slider all the way to the right will always set the confidence level such that there is </w:t>
      </w:r>
      <w:r>
        <w:t xml:space="preserve">only </w:t>
      </w:r>
      <w:r w:rsidR="003478A7">
        <w:t xml:space="preserve">one </w:t>
      </w:r>
      <w:r>
        <w:t>rule</w:t>
      </w:r>
      <w:r w:rsidR="003478A7">
        <w:t xml:space="preserve"> left</w:t>
      </w:r>
      <w:r>
        <w:t>.</w:t>
      </w:r>
    </w:p>
    <w:p w:rsidR="006B76D9" w:rsidRDefault="006B76D9" w:rsidP="006B76D9">
      <w:pPr>
        <w:pStyle w:val="ListParagraph"/>
        <w:numPr>
          <w:ilvl w:val="0"/>
          <w:numId w:val="31"/>
        </w:numPr>
      </w:pPr>
      <w:r>
        <w:t xml:space="preserve">Click on the </w:t>
      </w:r>
      <w:r w:rsidR="00E455F8">
        <w:t>“</w:t>
      </w:r>
      <w:r>
        <w:t>Graph</w:t>
      </w:r>
      <w:r w:rsidR="00E455F8">
        <w:t>”</w:t>
      </w:r>
      <w:r>
        <w:t xml:space="preserve"> tab on the left and you should see </w:t>
      </w:r>
      <w:r w:rsidR="001E01A8">
        <w:t>a graph providing an overview of the rules (support/confidence) and the related items.</w:t>
      </w:r>
    </w:p>
    <w:p w:rsidR="001E01A8" w:rsidRDefault="006B76D9" w:rsidP="001E01A8">
      <w:pPr>
        <w:keepNext/>
      </w:pPr>
      <w:r>
        <w:rPr>
          <w:noProof/>
          <w:lang w:val="en-SG"/>
        </w:rPr>
        <w:lastRenderedPageBreak/>
        <w:drawing>
          <wp:inline distT="0" distB="0" distL="0" distR="0" wp14:anchorId="3EBDB6E8" wp14:editId="0F1EBD53">
            <wp:extent cx="4020929" cy="2927268"/>
            <wp:effectExtent l="0" t="0" r="0" b="698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031493" cy="2934958"/>
                    </a:xfrm>
                    <a:prstGeom prst="rect">
                      <a:avLst/>
                    </a:prstGeom>
                  </pic:spPr>
                </pic:pic>
              </a:graphicData>
            </a:graphic>
          </wp:inline>
        </w:drawing>
      </w:r>
    </w:p>
    <w:p w:rsidR="006B76D9" w:rsidRDefault="001E01A8" w:rsidP="001E01A8">
      <w:pPr>
        <w:pStyle w:val="Caption"/>
      </w:pPr>
      <w:r>
        <w:t xml:space="preserve">Figure </w:t>
      </w:r>
      <w:fldSimple w:instr=" SEQ Figure \* ARABIC ">
        <w:r w:rsidR="00AE5452">
          <w:rPr>
            <w:noProof/>
          </w:rPr>
          <w:t>12</w:t>
        </w:r>
      </w:fldSimple>
      <w:r>
        <w:t>: Graph of the generated rules and the related items.</w:t>
      </w:r>
    </w:p>
    <w:p w:rsidR="001E01A8" w:rsidRPr="001E01A8" w:rsidRDefault="00E455F8" w:rsidP="001E01A8">
      <w:r>
        <w:t>The graph shows the relationship among the rules and</w:t>
      </w:r>
      <w:r w:rsidR="006A0BE9">
        <w:t xml:space="preserve"> shopping</w:t>
      </w:r>
      <w:r>
        <w:t xml:space="preserve"> items</w:t>
      </w:r>
      <w:r w:rsidR="001C4B50">
        <w:t xml:space="preserve">. The </w:t>
      </w:r>
      <w:r>
        <w:t>a</w:t>
      </w:r>
      <w:r w:rsidR="001E01A8">
        <w:t>rrow</w:t>
      </w:r>
      <w:r>
        <w:t>s</w:t>
      </w:r>
      <w:r w:rsidR="001C4B50">
        <w:t xml:space="preserve"> pointing into</w:t>
      </w:r>
      <w:r w:rsidR="001E01A8">
        <w:t xml:space="preserve"> a rule indicates antecedent (premises) and arrows coming out of a rule indicates consequent (conclusion). For example, for Rule 1, </w:t>
      </w:r>
      <w:r w:rsidR="006A0BE9">
        <w:t xml:space="preserve">we see that we have arrows from “Alcohol” and “Tinned Goods” pointing in and an arrow pointing out towards “Bakery goods”, hence the rule is </w:t>
      </w:r>
      <w:r w:rsidR="001E01A8">
        <w:t>{Alcohol, Tinned Goods} =&gt; {{Bakery goods}</w:t>
      </w:r>
      <w:r w:rsidR="006A0BE9">
        <w:t>. The Support and Confidence of the rules is indicated in the box (0.123 / 0.713).</w:t>
      </w:r>
    </w:p>
    <w:p w:rsidR="006B76D9" w:rsidRDefault="002D043F" w:rsidP="002D043F">
      <w:pPr>
        <w:pStyle w:val="ListParagraph"/>
        <w:numPr>
          <w:ilvl w:val="0"/>
          <w:numId w:val="31"/>
        </w:numPr>
      </w:pPr>
      <w:r>
        <w:t xml:space="preserve">Click on the </w:t>
      </w:r>
      <w:r w:rsidR="009D371F">
        <w:t>“</w:t>
      </w:r>
      <w:r>
        <w:t>Description</w:t>
      </w:r>
      <w:r w:rsidR="009D371F">
        <w:t>”</w:t>
      </w:r>
      <w:r>
        <w:t xml:space="preserve"> tab</w:t>
      </w:r>
      <w:r w:rsidR="009D371F">
        <w:t xml:space="preserve"> on the left</w:t>
      </w:r>
      <w:r>
        <w:t xml:space="preserve"> and you should be able to see the rules in text form.</w:t>
      </w:r>
    </w:p>
    <w:p w:rsidR="002D043F" w:rsidRDefault="002D043F" w:rsidP="002D043F">
      <w:pPr>
        <w:keepNext/>
      </w:pPr>
      <w:r>
        <w:rPr>
          <w:noProof/>
          <w:lang w:val="en-SG"/>
        </w:rPr>
        <w:drawing>
          <wp:inline distT="0" distB="0" distL="0" distR="0" wp14:anchorId="2951C0DE" wp14:editId="4060C277">
            <wp:extent cx="3847605" cy="1534949"/>
            <wp:effectExtent l="0" t="0" r="635" b="825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850593" cy="1536141"/>
                    </a:xfrm>
                    <a:prstGeom prst="rect">
                      <a:avLst/>
                    </a:prstGeom>
                  </pic:spPr>
                </pic:pic>
              </a:graphicData>
            </a:graphic>
          </wp:inline>
        </w:drawing>
      </w:r>
    </w:p>
    <w:p w:rsidR="002D043F" w:rsidRDefault="002D043F" w:rsidP="002D043F">
      <w:pPr>
        <w:pStyle w:val="Caption"/>
      </w:pPr>
      <w:bookmarkStart w:id="10" w:name="_Ref459908017"/>
      <w:r>
        <w:t xml:space="preserve">Figure </w:t>
      </w:r>
      <w:fldSimple w:instr=" SEQ Figure \* ARABIC ">
        <w:r w:rsidR="00AE5452">
          <w:rPr>
            <w:noProof/>
          </w:rPr>
          <w:t>13</w:t>
        </w:r>
      </w:fldSimple>
      <w:bookmarkEnd w:id="10"/>
      <w:r>
        <w:t xml:space="preserve">: </w:t>
      </w:r>
      <w:r w:rsidR="002463C9">
        <w:t>D</w:t>
      </w:r>
      <w:r>
        <w:t xml:space="preserve">escription for </w:t>
      </w:r>
      <w:r w:rsidR="002463C9">
        <w:t>G</w:t>
      </w:r>
      <w:r>
        <w:t xml:space="preserve">enerated </w:t>
      </w:r>
      <w:r w:rsidR="002463C9">
        <w:t>A</w:t>
      </w:r>
      <w:r>
        <w:t xml:space="preserve">ssociation </w:t>
      </w:r>
      <w:r w:rsidR="002463C9">
        <w:t>R</w:t>
      </w:r>
      <w:r>
        <w:t>ules.</w:t>
      </w:r>
    </w:p>
    <w:p w:rsidR="00743CA6" w:rsidRPr="00743CA6" w:rsidRDefault="00743CA6" w:rsidP="00743CA6">
      <w:r>
        <w:t>The text uses pretty standard notation and should be self-explanatory.</w:t>
      </w:r>
      <w:r w:rsidR="00C7049D">
        <w:t xml:space="preserve"> The confidence of each of the rules are displayed at the end of each of the rules.</w:t>
      </w:r>
    </w:p>
    <w:p w:rsidR="00060BFA" w:rsidRPr="00060BFA" w:rsidRDefault="00060BFA" w:rsidP="00CE291C">
      <w:pPr>
        <w:pStyle w:val="Heading1"/>
      </w:pPr>
      <w:r w:rsidRPr="00060BFA">
        <w:t xml:space="preserve">Using the Associations </w:t>
      </w:r>
    </w:p>
    <w:p w:rsidR="00B1637E" w:rsidRDefault="00B1637E" w:rsidP="00060BFA">
      <w:r>
        <w:t xml:space="preserve">Once we have the </w:t>
      </w:r>
      <w:r w:rsidR="00C90AB0">
        <w:t>model</w:t>
      </w:r>
      <w:r>
        <w:t xml:space="preserve"> (</w:t>
      </w:r>
      <w:r w:rsidR="00C90AB0">
        <w:t>rules</w:t>
      </w:r>
      <w:r>
        <w:t xml:space="preserve">) generated, we can apply the rules to new shopping </w:t>
      </w:r>
      <w:r w:rsidR="00C90AB0">
        <w:t>transactions</w:t>
      </w:r>
      <w:r>
        <w:t xml:space="preserve"> and if any </w:t>
      </w:r>
      <w:r w:rsidR="001D36F0">
        <w:t xml:space="preserve">of the </w:t>
      </w:r>
      <w:r w:rsidR="00085D4B">
        <w:t>transactions</w:t>
      </w:r>
      <w:r>
        <w:t xml:space="preserve"> match</w:t>
      </w:r>
      <w:r w:rsidR="00A8344E">
        <w:t>es</w:t>
      </w:r>
      <w:r>
        <w:t xml:space="preserve"> the</w:t>
      </w:r>
      <w:r w:rsidR="0014149C">
        <w:t xml:space="preserve"> antecedent (premises)</w:t>
      </w:r>
      <w:r>
        <w:t xml:space="preserve">, RapidMiner can calculates the confidence value for that </w:t>
      </w:r>
      <w:r w:rsidR="00085D4B">
        <w:t>transaction</w:t>
      </w:r>
      <w:r>
        <w:t>.</w:t>
      </w:r>
    </w:p>
    <w:p w:rsidR="009E18BD" w:rsidRDefault="009E18BD" w:rsidP="00060BFA">
      <w:r>
        <w:t>Let us now see how we can apply the rules we have generated</w:t>
      </w:r>
      <w:r w:rsidR="00A01C82">
        <w:t xml:space="preserve"> on a new set of shopping transactions</w:t>
      </w:r>
      <w:r>
        <w:t>.</w:t>
      </w:r>
    </w:p>
    <w:p w:rsidR="00D86F1E" w:rsidRDefault="00D86F1E" w:rsidP="00B1637E">
      <w:pPr>
        <w:pStyle w:val="ListParagraph"/>
        <w:numPr>
          <w:ilvl w:val="0"/>
          <w:numId w:val="31"/>
        </w:numPr>
      </w:pPr>
      <w:r>
        <w:lastRenderedPageBreak/>
        <w:t>Download a copy of “shopping2.csv” file.</w:t>
      </w:r>
    </w:p>
    <w:p w:rsidR="00E43FF9" w:rsidRDefault="00B1637E" w:rsidP="00E43FF9">
      <w:pPr>
        <w:pStyle w:val="ListParagraph"/>
        <w:numPr>
          <w:ilvl w:val="0"/>
          <w:numId w:val="31"/>
        </w:numPr>
      </w:pPr>
      <w:r>
        <w:t>Add a</w:t>
      </w:r>
      <w:r w:rsidR="00C4602D">
        <w:t>nother</w:t>
      </w:r>
      <w:r>
        <w:t xml:space="preserve"> “Read CSV” operator to the process and use the “Import Configuration Wizard” to import the shopping2.csv file.</w:t>
      </w:r>
      <w:r w:rsidR="00701071">
        <w:t xml:space="preserve"> Remember to set the attributes correctly as you have done previously.</w:t>
      </w:r>
    </w:p>
    <w:p w:rsidR="00B1637E" w:rsidRDefault="00B1637E" w:rsidP="00E43FF9">
      <w:r>
        <w:t>The shopping2.csv file contains 10 examples</w:t>
      </w:r>
      <w:r w:rsidR="00E43FF9">
        <w:t xml:space="preserve"> (records)</w:t>
      </w:r>
      <w:r>
        <w:t xml:space="preserve"> as shown below:</w:t>
      </w:r>
    </w:p>
    <w:p w:rsidR="00B1637E" w:rsidRDefault="0014149C" w:rsidP="00B1637E">
      <w:pPr>
        <w:keepNext/>
      </w:pPr>
      <w:r>
        <w:rPr>
          <w:noProof/>
          <w:lang w:val="en-SG"/>
        </w:rPr>
        <w:drawing>
          <wp:inline distT="0" distB="0" distL="0" distR="0" wp14:anchorId="220AD979" wp14:editId="1545B0E1">
            <wp:extent cx="5731510" cy="1929130"/>
            <wp:effectExtent l="0" t="0" r="254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31510" cy="1929130"/>
                    </a:xfrm>
                    <a:prstGeom prst="rect">
                      <a:avLst/>
                    </a:prstGeom>
                  </pic:spPr>
                </pic:pic>
              </a:graphicData>
            </a:graphic>
          </wp:inline>
        </w:drawing>
      </w:r>
    </w:p>
    <w:p w:rsidR="00B1637E" w:rsidRDefault="00B1637E" w:rsidP="00B1637E">
      <w:pPr>
        <w:pStyle w:val="Caption"/>
      </w:pPr>
      <w:r>
        <w:t xml:space="preserve">Figure </w:t>
      </w:r>
      <w:fldSimple w:instr=" SEQ Figure \* ARABIC ">
        <w:r w:rsidR="00AE5452">
          <w:rPr>
            <w:noProof/>
          </w:rPr>
          <w:t>14</w:t>
        </w:r>
      </w:fldSimple>
      <w:r>
        <w:t>: Shopping2.csv</w:t>
      </w:r>
    </w:p>
    <w:p w:rsidR="00B1637E" w:rsidRDefault="0014149C" w:rsidP="00B1637E">
      <w:r>
        <w:t xml:space="preserve">Notice that </w:t>
      </w:r>
      <w:r w:rsidR="00E15598">
        <w:t xml:space="preserve">we have added the data such that </w:t>
      </w:r>
      <w:r>
        <w:t xml:space="preserve">all the rows meets </w:t>
      </w:r>
      <w:r w:rsidR="00C926B5">
        <w:t>one or more</w:t>
      </w:r>
      <w:r>
        <w:t xml:space="preserve"> of the 5 rules except the last row.</w:t>
      </w:r>
      <w:r w:rsidR="00E15598">
        <w:t xml:space="preserve"> Let us see if the model can pick that up.</w:t>
      </w:r>
    </w:p>
    <w:p w:rsidR="0014149C" w:rsidRDefault="0014149C" w:rsidP="0014149C">
      <w:pPr>
        <w:pStyle w:val="ListParagraph"/>
        <w:numPr>
          <w:ilvl w:val="0"/>
          <w:numId w:val="31"/>
        </w:numPr>
      </w:pPr>
      <w:r>
        <w:t>Add a</w:t>
      </w:r>
      <w:r w:rsidR="00BF2B8F">
        <w:t>n</w:t>
      </w:r>
      <w:r>
        <w:t xml:space="preserve"> “Apply Association Rules” operator and connect the process as shown in the figure below:</w:t>
      </w:r>
    </w:p>
    <w:p w:rsidR="0014149C" w:rsidRDefault="00672284" w:rsidP="0014149C">
      <w:pPr>
        <w:keepNext/>
      </w:pPr>
      <w:r>
        <w:rPr>
          <w:noProof/>
          <w:lang w:val="en-SG"/>
        </w:rPr>
        <mc:AlternateContent>
          <mc:Choice Requires="wps">
            <w:drawing>
              <wp:anchor distT="0" distB="0" distL="114300" distR="114300" simplePos="0" relativeHeight="251674624" behindDoc="0" locked="0" layoutInCell="1" allowOverlap="1">
                <wp:simplePos x="0" y="0"/>
                <wp:positionH relativeFrom="column">
                  <wp:posOffset>2490716</wp:posOffset>
                </wp:positionH>
                <wp:positionV relativeFrom="paragraph">
                  <wp:posOffset>-16463</wp:posOffset>
                </wp:positionV>
                <wp:extent cx="2565780" cy="1521726"/>
                <wp:effectExtent l="0" t="0" r="25400" b="21590"/>
                <wp:wrapNone/>
                <wp:docPr id="3" name="Rounded Rectangle 3"/>
                <wp:cNvGraphicFramePr/>
                <a:graphic xmlns:a="http://schemas.openxmlformats.org/drawingml/2006/main">
                  <a:graphicData uri="http://schemas.microsoft.com/office/word/2010/wordprocessingShape">
                    <wps:wsp>
                      <wps:cNvSpPr/>
                      <wps:spPr>
                        <a:xfrm>
                          <a:off x="0" y="0"/>
                          <a:ext cx="2565780" cy="1521726"/>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w:pict>
              <v:roundrect w14:anchorId="327417DA" id="Rounded Rectangle 3" o:spid="_x0000_s1026" style="position:absolute;margin-left:196.1pt;margin-top:-1.3pt;width:202.05pt;height:119.8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" filled="f" strokecolor="red" strokeweight="1pt"/>
            </w:pict>
          </mc:Fallback>
        </mc:AlternateContent>
      </w:r>
      <w:r w:rsidR="0014149C">
        <w:rPr>
          <w:noProof/>
          <w:lang w:val="en-SG"/>
        </w:rPr>
        <w:drawing>
          <wp:inline distT="0" distB="0" distL="0" distR="0" wp14:anchorId="35B57CE9" wp14:editId="0E85B690">
            <wp:extent cx="4952010" cy="1456635"/>
            <wp:effectExtent l="0" t="0" r="127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970002" cy="1461927"/>
                    </a:xfrm>
                    <a:prstGeom prst="rect">
                      <a:avLst/>
                    </a:prstGeom>
                  </pic:spPr>
                </pic:pic>
              </a:graphicData>
            </a:graphic>
          </wp:inline>
        </w:drawing>
      </w:r>
    </w:p>
    <w:p w:rsidR="0014149C" w:rsidRPr="00B1637E" w:rsidRDefault="0014149C" w:rsidP="0014149C">
      <w:pPr>
        <w:pStyle w:val="Caption"/>
      </w:pPr>
      <w:r>
        <w:t xml:space="preserve">Figure </w:t>
      </w:r>
      <w:fldSimple w:instr=" SEQ Figure \* ARABIC ">
        <w:r w:rsidR="00AE5452">
          <w:rPr>
            <w:noProof/>
          </w:rPr>
          <w:t>15</w:t>
        </w:r>
      </w:fldSimple>
      <w:r>
        <w:t>: Applying association rules to new examples.</w:t>
      </w:r>
    </w:p>
    <w:p w:rsidR="00B1637E" w:rsidRDefault="00672284" w:rsidP="0014149C">
      <w:r>
        <w:t>As can be seen from the figure, t</w:t>
      </w:r>
      <w:r w:rsidR="00BF2B8F">
        <w:t xml:space="preserve">he “Apply Association Rules” operator reads in the new examples (records) </w:t>
      </w:r>
      <w:r>
        <w:t>as well as</w:t>
      </w:r>
      <w:r w:rsidR="00BF2B8F">
        <w:t xml:space="preserve"> our generated </w:t>
      </w:r>
      <w:r>
        <w:t xml:space="preserve">association </w:t>
      </w:r>
      <w:r w:rsidR="00BF2B8F">
        <w:t xml:space="preserve">rules. It </w:t>
      </w:r>
      <w:r w:rsidR="00F17986">
        <w:t xml:space="preserve">then </w:t>
      </w:r>
      <w:r w:rsidR="00BF2B8F">
        <w:t>applies the rules to the examples and generate a confidence for each of the examples.</w:t>
      </w:r>
    </w:p>
    <w:p w:rsidR="00BF2B8F" w:rsidRDefault="00BF2B8F" w:rsidP="00BF2B8F">
      <w:pPr>
        <w:pStyle w:val="ListParagraph"/>
        <w:numPr>
          <w:ilvl w:val="0"/>
          <w:numId w:val="31"/>
        </w:numPr>
      </w:pPr>
      <w:r>
        <w:t>Set the parameters of the “Apply Association Rules” operator as shown below:</w:t>
      </w:r>
    </w:p>
    <w:p w:rsidR="00BF2B8F" w:rsidRDefault="00BF2B8F" w:rsidP="00BF2B8F">
      <w:pPr>
        <w:keepNext/>
      </w:pPr>
      <w:r>
        <w:rPr>
          <w:noProof/>
          <w:lang w:val="en-SG"/>
        </w:rPr>
        <w:lastRenderedPageBreak/>
        <w:drawing>
          <wp:inline distT="0" distB="0" distL="0" distR="0" wp14:anchorId="21E16F75" wp14:editId="26247763">
            <wp:extent cx="4048125" cy="1457325"/>
            <wp:effectExtent l="0" t="0" r="952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048125" cy="1457325"/>
                    </a:xfrm>
                    <a:prstGeom prst="rect">
                      <a:avLst/>
                    </a:prstGeom>
                  </pic:spPr>
                </pic:pic>
              </a:graphicData>
            </a:graphic>
          </wp:inline>
        </w:drawing>
      </w:r>
    </w:p>
    <w:p w:rsidR="00BF2B8F" w:rsidRDefault="00BF2B8F" w:rsidP="00BF2B8F">
      <w:pPr>
        <w:pStyle w:val="Caption"/>
        <w:rPr>
          <w:noProof/>
        </w:rPr>
      </w:pPr>
      <w:r>
        <w:t xml:space="preserve">Figure </w:t>
      </w:r>
      <w:fldSimple w:instr=" SEQ Figure \* ARABIC ">
        <w:r w:rsidR="00AE5452">
          <w:rPr>
            <w:noProof/>
          </w:rPr>
          <w:t>16</w:t>
        </w:r>
      </w:fldSimple>
      <w:r>
        <w:t>: Parameters for the "APPLY ASSOCIATION</w:t>
      </w:r>
      <w:r>
        <w:rPr>
          <w:noProof/>
        </w:rPr>
        <w:t xml:space="preserve"> Rules" operator.</w:t>
      </w:r>
    </w:p>
    <w:p w:rsidR="00BF2B8F" w:rsidRDefault="00BF2B8F" w:rsidP="00BF2B8F">
      <w:r>
        <w:t>By setting the “confidence aggregation method” to binary, the output results</w:t>
      </w:r>
      <w:r w:rsidR="008E1842">
        <w:t xml:space="preserve"> will indicate either a 0 or 1 with a value of 1 indicating</w:t>
      </w:r>
      <w:r>
        <w:t xml:space="preserve"> that the example does match the premises </w:t>
      </w:r>
      <w:r w:rsidR="008E1842">
        <w:t xml:space="preserve">for </w:t>
      </w:r>
      <w:r>
        <w:t>at least one of the rules</w:t>
      </w:r>
      <w:r w:rsidR="008E1842">
        <w:t xml:space="preserve">. A value </w:t>
      </w:r>
      <w:r>
        <w:t xml:space="preserve">0 </w:t>
      </w:r>
      <w:r w:rsidR="008E1842">
        <w:t xml:space="preserve">indicates that is </w:t>
      </w:r>
      <w:r>
        <w:t>no match found for any of the rules.</w:t>
      </w:r>
    </w:p>
    <w:p w:rsidR="00BF2B8F" w:rsidRPr="00BF2B8F" w:rsidRDefault="00BF2B8F" w:rsidP="00BF2B8F">
      <w:r>
        <w:t>The “positive value”</w:t>
      </w:r>
      <w:r w:rsidR="00471409">
        <w:t xml:space="preserve"> parameter</w:t>
      </w:r>
      <w:r>
        <w:t xml:space="preserve"> allows us to define the value used to indicate the item is bought. Recall that in our CSV file, value of 1 is used to indicate the item is bought and 0 is used to indicate the item is not bought.</w:t>
      </w:r>
    </w:p>
    <w:p w:rsidR="00BF2B8F" w:rsidRDefault="00BF2B8F" w:rsidP="00BF2B8F">
      <w:pPr>
        <w:pStyle w:val="ListParagraph"/>
        <w:numPr>
          <w:ilvl w:val="0"/>
          <w:numId w:val="31"/>
        </w:numPr>
      </w:pPr>
      <w:r>
        <w:t>Run the process to see the output results.</w:t>
      </w:r>
    </w:p>
    <w:p w:rsidR="00BF2B8F" w:rsidRDefault="00BF2B8F" w:rsidP="00BF2B8F">
      <w:r>
        <w:t>You should see a result as shown below:</w:t>
      </w:r>
    </w:p>
    <w:p w:rsidR="00BF2B8F" w:rsidRDefault="00BF2B8F" w:rsidP="00BF2B8F">
      <w:pPr>
        <w:keepNext/>
      </w:pPr>
      <w:r>
        <w:rPr>
          <w:noProof/>
          <w:lang w:val="en-SG"/>
        </w:rPr>
        <mc:AlternateContent>
          <mc:Choice Requires="wps">
            <w:drawing>
              <wp:anchor distT="0" distB="0" distL="114300" distR="114300" simplePos="0" relativeHeight="251672576" behindDoc="0" locked="0" layoutInCell="1" allowOverlap="1">
                <wp:simplePos x="0" y="0"/>
                <wp:positionH relativeFrom="column">
                  <wp:posOffset>451262</wp:posOffset>
                </wp:positionH>
                <wp:positionV relativeFrom="paragraph">
                  <wp:posOffset>284101</wp:posOffset>
                </wp:positionV>
                <wp:extent cx="2042556" cy="1798674"/>
                <wp:effectExtent l="0" t="0" r="15240" b="11430"/>
                <wp:wrapNone/>
                <wp:docPr id="62" name="Rounded Rectangle 62"/>
                <wp:cNvGraphicFramePr/>
                <a:graphic xmlns:a="http://schemas.openxmlformats.org/drawingml/2006/main">
                  <a:graphicData uri="http://schemas.microsoft.com/office/word/2010/wordprocessingShape">
                    <wps:wsp>
                      <wps:cNvSpPr/>
                      <wps:spPr>
                        <a:xfrm>
                          <a:off x="0" y="0"/>
                          <a:ext cx="2042556" cy="1798674"/>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w:pict>
              <v:roundrect w14:anchorId="04D4A64C" id="Rounded Rectangle 62" o:spid="_x0000_s1026" style="position:absolute;margin-left:35.55pt;margin-top:22.35pt;width:160.85pt;height:141.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" filled="f" strokecolor="red" strokeweight="1pt"/>
            </w:pict>
          </mc:Fallback>
        </mc:AlternateContent>
      </w:r>
      <w:r>
        <w:rPr>
          <w:noProof/>
          <w:lang w:val="en-SG"/>
        </w:rPr>
        <w:drawing>
          <wp:inline distT="0" distB="0" distL="0" distR="0" wp14:anchorId="626D8444" wp14:editId="1E780E6E">
            <wp:extent cx="5731510" cy="2061845"/>
            <wp:effectExtent l="0" t="0" r="254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731510" cy="2061845"/>
                    </a:xfrm>
                    <a:prstGeom prst="rect">
                      <a:avLst/>
                    </a:prstGeom>
                  </pic:spPr>
                </pic:pic>
              </a:graphicData>
            </a:graphic>
          </wp:inline>
        </w:drawing>
      </w:r>
    </w:p>
    <w:p w:rsidR="00BF2B8F" w:rsidRDefault="00BF2B8F" w:rsidP="00BF2B8F">
      <w:pPr>
        <w:pStyle w:val="Caption"/>
      </w:pPr>
      <w:r>
        <w:t xml:space="preserve">Figure </w:t>
      </w:r>
      <w:fldSimple w:instr=" SEQ Figure \* ARABIC ">
        <w:r w:rsidR="00AE5452">
          <w:rPr>
            <w:noProof/>
          </w:rPr>
          <w:t>17</w:t>
        </w:r>
      </w:fldSimple>
      <w:r>
        <w:t>: REsults from applying association rules.</w:t>
      </w:r>
    </w:p>
    <w:p w:rsidR="0014149C" w:rsidRDefault="00BF2B8F" w:rsidP="0014149C">
      <w:r>
        <w:t xml:space="preserve">Notice the two columns </w:t>
      </w:r>
      <w:r w:rsidR="007C2FCF">
        <w:t xml:space="preserve">are </w:t>
      </w:r>
      <w:r>
        <w:t xml:space="preserve">added </w:t>
      </w:r>
      <w:r w:rsidR="007C2FCF">
        <w:t xml:space="preserve">to our data </w:t>
      </w:r>
      <w:r>
        <w:t xml:space="preserve">– confidence(Bakery goods) and confidence(Tinned Goods). </w:t>
      </w:r>
      <w:r w:rsidR="007C2FCF">
        <w:t xml:space="preserve">The columns are added based on the conclusions of the rules. Of </w:t>
      </w:r>
      <w:r>
        <w:t>the five rules</w:t>
      </w:r>
      <w:r w:rsidR="007C2FCF">
        <w:t xml:space="preserve"> we have generated</w:t>
      </w:r>
      <w:r>
        <w:t xml:space="preserve">, </w:t>
      </w:r>
      <w:r w:rsidR="007C2FCF">
        <w:t xml:space="preserve">four of them </w:t>
      </w:r>
      <w:r w:rsidR="002463C9">
        <w:t xml:space="preserve">have “Bakery goods” as the conclusion and </w:t>
      </w:r>
      <w:r w:rsidR="007C2FCF">
        <w:t xml:space="preserve">one </w:t>
      </w:r>
      <w:r w:rsidR="002463C9">
        <w:t xml:space="preserve">has “Tinned Goods” as conclusion (refer to </w:t>
      </w:r>
      <w:r w:rsidR="002463C9">
        <w:fldChar w:fldCharType="begin"/>
      </w:r>
      <w:r w:rsidR="002463C9">
        <w:instrText xml:space="preserve"> REF _Ref459908017 \h </w:instrText>
      </w:r>
      <w:r w:rsidR="002463C9">
        <w:fldChar w:fldCharType="separate"/>
      </w:r>
      <w:r w:rsidR="00AE5452">
        <w:t xml:space="preserve">Figure </w:t>
      </w:r>
      <w:r w:rsidR="00AE5452">
        <w:rPr>
          <w:noProof/>
        </w:rPr>
        <w:t>13</w:t>
      </w:r>
      <w:r w:rsidR="002463C9">
        <w:fldChar w:fldCharType="end"/>
      </w:r>
      <w:r w:rsidR="002463C9">
        <w:t>).</w:t>
      </w:r>
    </w:p>
    <w:p w:rsidR="002463C9" w:rsidRDefault="002463C9" w:rsidP="0014149C">
      <w:r>
        <w:t xml:space="preserve">A </w:t>
      </w:r>
      <w:r w:rsidR="00732D1A">
        <w:t xml:space="preserve">vale of </w:t>
      </w:r>
      <w:r>
        <w:t>“1” in the confidence(Bakery goods) column indicates that the row matches premises of one or more of the four rules with Bakery goods as a conclusion. Similarly, a “1” in the confidence(Tinned Goods) column indicates that the row matches the premises of the rule with Tinned Goods as the conclusion.</w:t>
      </w:r>
    </w:p>
    <w:p w:rsidR="002463C9" w:rsidRDefault="002463C9" w:rsidP="0014149C">
      <w:r>
        <w:t>As expected, all the rows except the last matches the premises for confidence(Bakery goods) and that row 3, 4 and 5 matches the rule for Tinned Goods.</w:t>
      </w:r>
    </w:p>
    <w:p w:rsidR="002463C9" w:rsidRDefault="00494292" w:rsidP="0014149C">
      <w:r>
        <w:t>W</w:t>
      </w:r>
      <w:r w:rsidR="002463C9">
        <w:t>e can get the operator to calcul</w:t>
      </w:r>
      <w:r>
        <w:t>ate the confidence value for us instead of simply displaying “1”</w:t>
      </w:r>
      <w:r w:rsidR="00A06DF9">
        <w:t>. To do that we need to modify the “confidence aggregation method” parameter.</w:t>
      </w:r>
    </w:p>
    <w:p w:rsidR="002B0572" w:rsidRDefault="002463C9" w:rsidP="002B0572">
      <w:pPr>
        <w:pStyle w:val="ListParagraph"/>
        <w:numPr>
          <w:ilvl w:val="0"/>
          <w:numId w:val="31"/>
        </w:numPr>
      </w:pPr>
      <w:r>
        <w:lastRenderedPageBreak/>
        <w:t xml:space="preserve">Change the “confidence aggregation method” </w:t>
      </w:r>
      <w:r w:rsidR="00DF1C86">
        <w:t xml:space="preserve">parameter </w:t>
      </w:r>
      <w:r>
        <w:t xml:space="preserve">to </w:t>
      </w:r>
      <w:r w:rsidR="00DF1C86">
        <w:t>“</w:t>
      </w:r>
      <w:r>
        <w:t>aggregated confidence</w:t>
      </w:r>
      <w:r w:rsidR="00DF1C86">
        <w:t>”</w:t>
      </w:r>
      <w:r>
        <w:t xml:space="preserve"> and run the process again.</w:t>
      </w:r>
      <w:r w:rsidR="002B0572">
        <w:t xml:space="preserve"> You should see the following result:</w:t>
      </w:r>
    </w:p>
    <w:p w:rsidR="00732D1A" w:rsidRDefault="002463C9" w:rsidP="00732D1A">
      <w:pPr>
        <w:keepNext/>
      </w:pPr>
      <w:r>
        <w:rPr>
          <w:noProof/>
          <w:lang w:val="en-SG"/>
        </w:rPr>
        <w:drawing>
          <wp:inline distT="0" distB="0" distL="0" distR="0" wp14:anchorId="73208A6A" wp14:editId="426AFB58">
            <wp:extent cx="5731510" cy="1843405"/>
            <wp:effectExtent l="0" t="0" r="2540" b="444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731510" cy="1843405"/>
                    </a:xfrm>
                    <a:prstGeom prst="rect">
                      <a:avLst/>
                    </a:prstGeom>
                  </pic:spPr>
                </pic:pic>
              </a:graphicData>
            </a:graphic>
          </wp:inline>
        </w:drawing>
      </w:r>
    </w:p>
    <w:p w:rsidR="002463C9" w:rsidRDefault="00732D1A" w:rsidP="00732D1A">
      <w:pPr>
        <w:pStyle w:val="Caption"/>
        <w:rPr>
          <w:noProof/>
        </w:rPr>
      </w:pPr>
      <w:r>
        <w:t xml:space="preserve">Figure </w:t>
      </w:r>
      <w:fldSimple w:instr=" SEQ Figure \* ARABIC ">
        <w:r w:rsidR="00AE5452">
          <w:rPr>
            <w:noProof/>
          </w:rPr>
          <w:t>18</w:t>
        </w:r>
      </w:fldSimple>
      <w:r>
        <w:t xml:space="preserve">: Results with Confidence </w:t>
      </w:r>
      <w:r>
        <w:rPr>
          <w:noProof/>
        </w:rPr>
        <w:t>values</w:t>
      </w:r>
    </w:p>
    <w:p w:rsidR="002463C9" w:rsidRDefault="00732D1A" w:rsidP="0014149C">
      <w:r>
        <w:t>As can be seen from the results, the confidence values are calculated and displayed instead of 1s and 0s.</w:t>
      </w:r>
    </w:p>
    <w:p w:rsidR="00060BFA" w:rsidRPr="00060BFA" w:rsidRDefault="00060BFA" w:rsidP="00734EAD">
      <w:pPr>
        <w:pStyle w:val="Heading1"/>
      </w:pPr>
      <w:r w:rsidRPr="00060BFA">
        <w:t>Summary</w:t>
      </w:r>
    </w:p>
    <w:p w:rsidR="00060BFA" w:rsidRPr="00060BFA" w:rsidRDefault="00060BFA" w:rsidP="00060BFA">
      <w:r w:rsidRPr="00060BFA">
        <w:t>In this lesson you have been introduced to ass</w:t>
      </w:r>
      <w:r w:rsidR="00E90932">
        <w:t xml:space="preserve">ociation rule </w:t>
      </w:r>
      <w:r w:rsidR="00732D1A">
        <w:t>generation using RapidMiner</w:t>
      </w:r>
      <w:r w:rsidRPr="00060BFA">
        <w:t xml:space="preserve">. </w:t>
      </w:r>
    </w:p>
    <w:p w:rsidR="00060BFA" w:rsidRPr="00060BFA" w:rsidRDefault="00732D1A" w:rsidP="00060BFA">
      <w:r>
        <w:t>After this practical, y</w:t>
      </w:r>
      <w:r w:rsidR="00060BFA" w:rsidRPr="00060BFA">
        <w:t xml:space="preserve">ou should now </w:t>
      </w:r>
      <w:r>
        <w:t>know how to</w:t>
      </w:r>
      <w:r w:rsidR="00060BFA" w:rsidRPr="00060BFA">
        <w:t xml:space="preserve">: </w:t>
      </w:r>
    </w:p>
    <w:p w:rsidR="00732D1A" w:rsidRPr="00060BFA" w:rsidRDefault="00060BFA" w:rsidP="00732D1A">
      <w:r w:rsidRPr="00060BFA">
        <w:t xml:space="preserve">• </w:t>
      </w:r>
      <w:r w:rsidR="00732D1A">
        <w:t>Generate frequent itemsets using FP-Growth operator.</w:t>
      </w:r>
    </w:p>
    <w:p w:rsidR="00732D1A" w:rsidRPr="00060BFA" w:rsidRDefault="00732D1A" w:rsidP="00732D1A">
      <w:r w:rsidRPr="00060BFA">
        <w:t xml:space="preserve">• </w:t>
      </w:r>
      <w:r>
        <w:t xml:space="preserve">Mine </w:t>
      </w:r>
      <w:r w:rsidRPr="00060BFA">
        <w:t xml:space="preserve">association rules </w:t>
      </w:r>
      <w:r>
        <w:t>from the frequent itemsets using the Create Association Rules operator.</w:t>
      </w:r>
    </w:p>
    <w:p w:rsidR="00060BFA" w:rsidRPr="00060BFA" w:rsidRDefault="00732D1A" w:rsidP="00732D1A">
      <w:r w:rsidRPr="00060BFA">
        <w:t xml:space="preserve">• </w:t>
      </w:r>
      <w:r w:rsidR="00060BFA" w:rsidRPr="00060BFA">
        <w:t xml:space="preserve">View the resulting rules </w:t>
      </w:r>
      <w:r>
        <w:t xml:space="preserve">generated by the operator and modify filters to control the number of rules generated. </w:t>
      </w:r>
    </w:p>
    <w:p w:rsidR="00060BFA" w:rsidRPr="00060BFA" w:rsidRDefault="00060BFA" w:rsidP="00060BFA">
      <w:r w:rsidRPr="00060BFA">
        <w:t xml:space="preserve">• Explain the meaning of rule confidence, support, rule support and lift </w:t>
      </w:r>
    </w:p>
    <w:p w:rsidR="00060BFA" w:rsidRPr="00060BFA" w:rsidRDefault="00060BFA" w:rsidP="00060BFA">
      <w:r w:rsidRPr="00060BFA">
        <w:t>• Create a rule set and use this to identify those records whose conditions are related to a selected conclusion</w:t>
      </w:r>
      <w:r w:rsidR="00732D1A">
        <w:t xml:space="preserve"> using the Apply Association Rules operator.</w:t>
      </w:r>
    </w:p>
    <w:p w:rsidR="00060BFA" w:rsidRDefault="00060BFA" w:rsidP="00651B2F">
      <w:pPr>
        <w:jc w:val="center"/>
        <w:rPr>
          <w:b/>
          <w:sz w:val="36"/>
          <w:szCs w:val="36"/>
          <w:lang w:val="en-GB"/>
        </w:rPr>
      </w:pPr>
    </w:p>
    <w:p w:rsidR="00BD5E6A" w:rsidRPr="00BD5E6A" w:rsidRDefault="00651B2F" w:rsidP="00651B2F">
      <w:pPr>
        <w:jc w:val="center"/>
      </w:pPr>
      <w:r>
        <w:t>--- The End</w:t>
      </w:r>
      <w:r w:rsidR="005223FA">
        <w:t xml:space="preserve"> </w:t>
      </w:r>
      <w:r>
        <w:t>----</w:t>
      </w:r>
    </w:p>
    <w:sectPr w:rsidR="00BD5E6A" w:rsidRPr="00BD5E6A" w:rsidSect="00013AEA">
      <w:headerReference w:type="default" r:id="rId32"/>
      <w:footerReference w:type="default" r:id="rId33"/>
      <w:pgSz w:w="11906" w:h="16838" w:code="9"/>
      <w:pgMar w:top="1532"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1D8" w:rsidRDefault="00ED11D8">
      <w:r>
        <w:separator/>
      </w:r>
    </w:p>
  </w:endnote>
  <w:endnote w:type="continuationSeparator" w:id="0">
    <w:p w:rsidR="00ED11D8" w:rsidRDefault="00ED1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1D8" w:rsidRDefault="00ED11D8" w:rsidP="008F5727">
    <w:pPr>
      <w:pStyle w:val="Footer"/>
      <w:tabs>
        <w:tab w:val="clear" w:pos="8306"/>
        <w:tab w:val="right" w:pos="9000"/>
      </w:tabs>
      <w:spacing w:after="0" w:line="240" w:lineRule="auto"/>
    </w:pP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FB64CF">
      <w:rPr>
        <w:rStyle w:val="PageNumber"/>
        <w:noProof/>
      </w:rPr>
      <w:t>11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FB64CF">
      <w:rPr>
        <w:rStyle w:val="PageNumber"/>
        <w:noProof/>
      </w:rPr>
      <w:t>11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1D8" w:rsidRDefault="00ED11D8">
      <w:r>
        <w:separator/>
      </w:r>
    </w:p>
  </w:footnote>
  <w:footnote w:type="continuationSeparator" w:id="0">
    <w:p w:rsidR="00ED11D8" w:rsidRDefault="00ED1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1D8" w:rsidRDefault="00ED11D8" w:rsidP="008F5727">
    <w:pPr>
      <w:pStyle w:val="Header"/>
      <w:tabs>
        <w:tab w:val="clear" w:pos="4153"/>
        <w:tab w:val="clear" w:pos="8306"/>
        <w:tab w:val="right" w:pos="9026"/>
      </w:tabs>
      <w:spacing w:after="0" w:line="240" w:lineRule="auto"/>
    </w:pPr>
  </w:p>
  <w:p w:rsidR="00ED11D8" w:rsidRDefault="00ED11D8" w:rsidP="00FB64CF">
    <w:pPr>
      <w:pStyle w:val="Header"/>
      <w:tabs>
        <w:tab w:val="clear" w:pos="4153"/>
        <w:tab w:val="clear" w:pos="8306"/>
        <w:tab w:val="right" w:pos="9026"/>
      </w:tabs>
      <w:spacing w:after="0" w:line="240" w:lineRule="auto"/>
    </w:pPr>
    <w:r>
      <w:tab/>
    </w:r>
  </w:p>
  <w:p w:rsidR="00ED11D8" w:rsidRDefault="00ED11D8" w:rsidP="008F5727">
    <w:pPr>
      <w:pStyle w:val="Header"/>
      <w:tabs>
        <w:tab w:val="clear" w:pos="4153"/>
        <w:tab w:val="clear" w:pos="8306"/>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2C22"/>
    <w:multiLevelType w:val="hybridMultilevel"/>
    <w:tmpl w:val="999A5402"/>
    <w:lvl w:ilvl="0" w:tplc="4809000F">
      <w:start w:val="1"/>
      <w:numFmt w:val="decimal"/>
      <w:lvlText w:val="%1."/>
      <w:lvlJc w:val="left"/>
      <w:pPr>
        <w:ind w:left="360" w:hanging="360"/>
      </w:pPr>
      <w:rPr>
        <w:rFonts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 w15:restartNumberingAfterBreak="0">
    <w:nsid w:val="00806BC0"/>
    <w:multiLevelType w:val="hybridMultilevel"/>
    <w:tmpl w:val="9556837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CA603B"/>
    <w:multiLevelType w:val="hybridMultilevel"/>
    <w:tmpl w:val="05E8CF50"/>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04EC7EE7"/>
    <w:multiLevelType w:val="hybridMultilevel"/>
    <w:tmpl w:val="99F03B70"/>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05750C14"/>
    <w:multiLevelType w:val="hybridMultilevel"/>
    <w:tmpl w:val="DD4433F2"/>
    <w:lvl w:ilvl="0" w:tplc="8064092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626B8D"/>
    <w:multiLevelType w:val="hybridMultilevel"/>
    <w:tmpl w:val="4D0E9A46"/>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0E4E771D"/>
    <w:multiLevelType w:val="hybridMultilevel"/>
    <w:tmpl w:val="A81EF200"/>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7" w15:restartNumberingAfterBreak="0">
    <w:nsid w:val="107C14BE"/>
    <w:multiLevelType w:val="hybridMultilevel"/>
    <w:tmpl w:val="E8988EC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10BA5E0E"/>
    <w:multiLevelType w:val="hybridMultilevel"/>
    <w:tmpl w:val="16B2163E"/>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15:restartNumberingAfterBreak="0">
    <w:nsid w:val="14D15BDB"/>
    <w:multiLevelType w:val="hybridMultilevel"/>
    <w:tmpl w:val="79D4530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9D66D9F"/>
    <w:multiLevelType w:val="hybridMultilevel"/>
    <w:tmpl w:val="7DA20D82"/>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15:restartNumberingAfterBreak="0">
    <w:nsid w:val="1B664DF6"/>
    <w:multiLevelType w:val="hybridMultilevel"/>
    <w:tmpl w:val="2DA45952"/>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1F31534A"/>
    <w:multiLevelType w:val="hybridMultilevel"/>
    <w:tmpl w:val="E4D2F4C2"/>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3" w15:restartNumberingAfterBreak="0">
    <w:nsid w:val="2062026F"/>
    <w:multiLevelType w:val="hybridMultilevel"/>
    <w:tmpl w:val="12164270"/>
    <w:lvl w:ilvl="0" w:tplc="04090005">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2EBD536F"/>
    <w:multiLevelType w:val="hybridMultilevel"/>
    <w:tmpl w:val="284A0FEE"/>
    <w:lvl w:ilvl="0" w:tplc="04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15:restartNumberingAfterBreak="0">
    <w:nsid w:val="2FED45AB"/>
    <w:multiLevelType w:val="hybridMultilevel"/>
    <w:tmpl w:val="F18C3572"/>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15:restartNumberingAfterBreak="0">
    <w:nsid w:val="307B2DE5"/>
    <w:multiLevelType w:val="hybridMultilevel"/>
    <w:tmpl w:val="A934AF5A"/>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32633DEF"/>
    <w:multiLevelType w:val="hybridMultilevel"/>
    <w:tmpl w:val="877C02CE"/>
    <w:lvl w:ilvl="0" w:tplc="04090005">
      <w:start w:val="1"/>
      <w:numFmt w:val="bullet"/>
      <w:lvlText w:val=""/>
      <w:lvlJc w:val="left"/>
      <w:pPr>
        <w:ind w:left="360" w:hanging="360"/>
      </w:pPr>
      <w:rPr>
        <w:rFonts w:ascii="Wingdings" w:hAnsi="Wingdings" w:hint="default"/>
      </w:rPr>
    </w:lvl>
    <w:lvl w:ilvl="1" w:tplc="48090003">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8" w15:restartNumberingAfterBreak="0">
    <w:nsid w:val="3A823A43"/>
    <w:multiLevelType w:val="hybridMultilevel"/>
    <w:tmpl w:val="C65EA66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9" w15:restartNumberingAfterBreak="0">
    <w:nsid w:val="3C8903F0"/>
    <w:multiLevelType w:val="hybridMultilevel"/>
    <w:tmpl w:val="6E3A4742"/>
    <w:lvl w:ilvl="0" w:tplc="C87A99FA">
      <w:start w:val="1"/>
      <w:numFmt w:val="decimal"/>
      <w:pStyle w:val="Heading1"/>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0" w15:restartNumberingAfterBreak="0">
    <w:nsid w:val="3DC26DE2"/>
    <w:multiLevelType w:val="hybridMultilevel"/>
    <w:tmpl w:val="260AD138"/>
    <w:lvl w:ilvl="0" w:tplc="48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15:restartNumberingAfterBreak="0">
    <w:nsid w:val="41D304A2"/>
    <w:multiLevelType w:val="hybridMultilevel"/>
    <w:tmpl w:val="D2E4EC90"/>
    <w:lvl w:ilvl="0" w:tplc="04090005">
      <w:start w:val="1"/>
      <w:numFmt w:val="bullet"/>
      <w:lvlText w:val=""/>
      <w:lvlJc w:val="left"/>
      <w:pPr>
        <w:ind w:left="360" w:hanging="360"/>
      </w:pPr>
      <w:rPr>
        <w:rFonts w:ascii="Wingdings" w:hAnsi="Wingdings"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2" w15:restartNumberingAfterBreak="0">
    <w:nsid w:val="45661B46"/>
    <w:multiLevelType w:val="hybridMultilevel"/>
    <w:tmpl w:val="288AB04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4BDE4320"/>
    <w:multiLevelType w:val="hybridMultilevel"/>
    <w:tmpl w:val="E5049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6B52D9"/>
    <w:multiLevelType w:val="hybridMultilevel"/>
    <w:tmpl w:val="2650158A"/>
    <w:lvl w:ilvl="0" w:tplc="04090005">
      <w:start w:val="1"/>
      <w:numFmt w:val="bullet"/>
      <w:lvlText w:val=""/>
      <w:lvlJc w:val="left"/>
      <w:pPr>
        <w:ind w:left="1440" w:hanging="360"/>
      </w:pPr>
      <w:rPr>
        <w:rFonts w:ascii="Wingdings" w:hAnsi="Wingdings" w:hint="default"/>
      </w:rPr>
    </w:lvl>
    <w:lvl w:ilvl="1" w:tplc="48090003" w:tentative="1">
      <w:start w:val="1"/>
      <w:numFmt w:val="bullet"/>
      <w:lvlText w:val="o"/>
      <w:lvlJc w:val="left"/>
      <w:pPr>
        <w:ind w:left="2160" w:hanging="360"/>
      </w:pPr>
      <w:rPr>
        <w:rFonts w:ascii="Courier New" w:hAnsi="Courier New" w:cs="Courier New" w:hint="default"/>
      </w:rPr>
    </w:lvl>
    <w:lvl w:ilvl="2" w:tplc="48090005" w:tentative="1">
      <w:start w:val="1"/>
      <w:numFmt w:val="bullet"/>
      <w:lvlText w:val=""/>
      <w:lvlJc w:val="left"/>
      <w:pPr>
        <w:ind w:left="2880" w:hanging="360"/>
      </w:pPr>
      <w:rPr>
        <w:rFonts w:ascii="Wingdings" w:hAnsi="Wingdings" w:hint="default"/>
      </w:rPr>
    </w:lvl>
    <w:lvl w:ilvl="3" w:tplc="48090001" w:tentative="1">
      <w:start w:val="1"/>
      <w:numFmt w:val="bullet"/>
      <w:lvlText w:val=""/>
      <w:lvlJc w:val="left"/>
      <w:pPr>
        <w:ind w:left="3600" w:hanging="360"/>
      </w:pPr>
      <w:rPr>
        <w:rFonts w:ascii="Symbol" w:hAnsi="Symbol" w:hint="default"/>
      </w:rPr>
    </w:lvl>
    <w:lvl w:ilvl="4" w:tplc="48090003" w:tentative="1">
      <w:start w:val="1"/>
      <w:numFmt w:val="bullet"/>
      <w:lvlText w:val="o"/>
      <w:lvlJc w:val="left"/>
      <w:pPr>
        <w:ind w:left="4320" w:hanging="360"/>
      </w:pPr>
      <w:rPr>
        <w:rFonts w:ascii="Courier New" w:hAnsi="Courier New" w:cs="Courier New" w:hint="default"/>
      </w:rPr>
    </w:lvl>
    <w:lvl w:ilvl="5" w:tplc="48090005" w:tentative="1">
      <w:start w:val="1"/>
      <w:numFmt w:val="bullet"/>
      <w:lvlText w:val=""/>
      <w:lvlJc w:val="left"/>
      <w:pPr>
        <w:ind w:left="5040" w:hanging="360"/>
      </w:pPr>
      <w:rPr>
        <w:rFonts w:ascii="Wingdings" w:hAnsi="Wingdings" w:hint="default"/>
      </w:rPr>
    </w:lvl>
    <w:lvl w:ilvl="6" w:tplc="48090001" w:tentative="1">
      <w:start w:val="1"/>
      <w:numFmt w:val="bullet"/>
      <w:lvlText w:val=""/>
      <w:lvlJc w:val="left"/>
      <w:pPr>
        <w:ind w:left="5760" w:hanging="360"/>
      </w:pPr>
      <w:rPr>
        <w:rFonts w:ascii="Symbol" w:hAnsi="Symbol" w:hint="default"/>
      </w:rPr>
    </w:lvl>
    <w:lvl w:ilvl="7" w:tplc="48090003" w:tentative="1">
      <w:start w:val="1"/>
      <w:numFmt w:val="bullet"/>
      <w:lvlText w:val="o"/>
      <w:lvlJc w:val="left"/>
      <w:pPr>
        <w:ind w:left="6480" w:hanging="360"/>
      </w:pPr>
      <w:rPr>
        <w:rFonts w:ascii="Courier New" w:hAnsi="Courier New" w:cs="Courier New" w:hint="default"/>
      </w:rPr>
    </w:lvl>
    <w:lvl w:ilvl="8" w:tplc="48090005" w:tentative="1">
      <w:start w:val="1"/>
      <w:numFmt w:val="bullet"/>
      <w:lvlText w:val=""/>
      <w:lvlJc w:val="left"/>
      <w:pPr>
        <w:ind w:left="7200" w:hanging="360"/>
      </w:pPr>
      <w:rPr>
        <w:rFonts w:ascii="Wingdings" w:hAnsi="Wingdings" w:hint="default"/>
      </w:rPr>
    </w:lvl>
  </w:abstractNum>
  <w:abstractNum w:abstractNumId="25" w15:restartNumberingAfterBreak="0">
    <w:nsid w:val="4FAD60ED"/>
    <w:multiLevelType w:val="hybridMultilevel"/>
    <w:tmpl w:val="FE4E7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17598B"/>
    <w:multiLevelType w:val="hybridMultilevel"/>
    <w:tmpl w:val="EB36F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65427B"/>
    <w:multiLevelType w:val="hybridMultilevel"/>
    <w:tmpl w:val="78D4EB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75B0057"/>
    <w:multiLevelType w:val="hybridMultilevel"/>
    <w:tmpl w:val="E5F4794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9" w15:restartNumberingAfterBreak="0">
    <w:nsid w:val="60AC6258"/>
    <w:multiLevelType w:val="hybridMultilevel"/>
    <w:tmpl w:val="384E77CC"/>
    <w:lvl w:ilvl="0" w:tplc="04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0" w15:restartNumberingAfterBreak="0">
    <w:nsid w:val="64E15C2C"/>
    <w:multiLevelType w:val="hybridMultilevel"/>
    <w:tmpl w:val="9B3E2AE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1" w15:restartNumberingAfterBreak="0">
    <w:nsid w:val="66692279"/>
    <w:multiLevelType w:val="hybridMultilevel"/>
    <w:tmpl w:val="76921EB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2" w15:restartNumberingAfterBreak="0">
    <w:nsid w:val="67E5007A"/>
    <w:multiLevelType w:val="hybridMultilevel"/>
    <w:tmpl w:val="9C00506E"/>
    <w:lvl w:ilvl="0" w:tplc="F47861D4">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33" w15:restartNumberingAfterBreak="0">
    <w:nsid w:val="69181E33"/>
    <w:multiLevelType w:val="hybridMultilevel"/>
    <w:tmpl w:val="835CC57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4" w15:restartNumberingAfterBreak="0">
    <w:nsid w:val="696C1E25"/>
    <w:multiLevelType w:val="hybridMultilevel"/>
    <w:tmpl w:val="3C2A9C7E"/>
    <w:lvl w:ilvl="0" w:tplc="04090005">
      <w:start w:val="1"/>
      <w:numFmt w:val="bullet"/>
      <w:lvlText w:val=""/>
      <w:lvlJc w:val="left"/>
      <w:pPr>
        <w:ind w:left="360" w:hanging="360"/>
      </w:pPr>
      <w:rPr>
        <w:rFonts w:ascii="Wingdings" w:hAnsi="Wingdings"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5" w15:restartNumberingAfterBreak="0">
    <w:nsid w:val="6CBC276A"/>
    <w:multiLevelType w:val="hybridMultilevel"/>
    <w:tmpl w:val="AFD89A08"/>
    <w:lvl w:ilvl="0" w:tplc="AEB4D870">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6" w15:restartNumberingAfterBreak="0">
    <w:nsid w:val="6E546A99"/>
    <w:multiLevelType w:val="hybridMultilevel"/>
    <w:tmpl w:val="BFA010CC"/>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7" w15:restartNumberingAfterBreak="0">
    <w:nsid w:val="74401A0F"/>
    <w:multiLevelType w:val="hybridMultilevel"/>
    <w:tmpl w:val="C786E85C"/>
    <w:lvl w:ilvl="0" w:tplc="04090005">
      <w:start w:val="1"/>
      <w:numFmt w:val="bullet"/>
      <w:lvlText w:val=""/>
      <w:lvlJc w:val="left"/>
      <w:pPr>
        <w:ind w:left="360" w:hanging="360"/>
      </w:pPr>
      <w:rPr>
        <w:rFonts w:ascii="Wingdings" w:hAnsi="Wingdings"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8" w15:restartNumberingAfterBreak="0">
    <w:nsid w:val="77C22871"/>
    <w:multiLevelType w:val="hybridMultilevel"/>
    <w:tmpl w:val="14BA99EA"/>
    <w:lvl w:ilvl="0" w:tplc="42A2AD40">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39" w15:restartNumberingAfterBreak="0">
    <w:nsid w:val="7BD620A2"/>
    <w:multiLevelType w:val="hybridMultilevel"/>
    <w:tmpl w:val="9C00506E"/>
    <w:lvl w:ilvl="0" w:tplc="F47861D4">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40" w15:restartNumberingAfterBreak="0">
    <w:nsid w:val="7F6A6877"/>
    <w:multiLevelType w:val="hybridMultilevel"/>
    <w:tmpl w:val="00728326"/>
    <w:lvl w:ilvl="0" w:tplc="48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9"/>
  </w:num>
  <w:num w:numId="3">
    <w:abstractNumId w:val="27"/>
  </w:num>
  <w:num w:numId="4">
    <w:abstractNumId w:val="26"/>
  </w:num>
  <w:num w:numId="5">
    <w:abstractNumId w:val="23"/>
  </w:num>
  <w:num w:numId="6">
    <w:abstractNumId w:val="35"/>
  </w:num>
  <w:num w:numId="7">
    <w:abstractNumId w:val="25"/>
  </w:num>
  <w:num w:numId="8">
    <w:abstractNumId w:val="4"/>
  </w:num>
  <w:num w:numId="9">
    <w:abstractNumId w:val="30"/>
  </w:num>
  <w:num w:numId="10">
    <w:abstractNumId w:val="12"/>
  </w:num>
  <w:num w:numId="11">
    <w:abstractNumId w:val="34"/>
  </w:num>
  <w:num w:numId="12">
    <w:abstractNumId w:val="13"/>
  </w:num>
  <w:num w:numId="13">
    <w:abstractNumId w:val="40"/>
  </w:num>
  <w:num w:numId="14">
    <w:abstractNumId w:val="17"/>
  </w:num>
  <w:num w:numId="15">
    <w:abstractNumId w:val="6"/>
  </w:num>
  <w:num w:numId="16">
    <w:abstractNumId w:val="37"/>
  </w:num>
  <w:num w:numId="17">
    <w:abstractNumId w:val="24"/>
  </w:num>
  <w:num w:numId="18">
    <w:abstractNumId w:val="21"/>
  </w:num>
  <w:num w:numId="19">
    <w:abstractNumId w:val="0"/>
  </w:num>
  <w:num w:numId="20">
    <w:abstractNumId w:val="16"/>
  </w:num>
  <w:num w:numId="21">
    <w:abstractNumId w:val="29"/>
  </w:num>
  <w:num w:numId="22">
    <w:abstractNumId w:val="14"/>
  </w:num>
  <w:num w:numId="23">
    <w:abstractNumId w:val="18"/>
  </w:num>
  <w:num w:numId="24">
    <w:abstractNumId w:val="7"/>
  </w:num>
  <w:num w:numId="25">
    <w:abstractNumId w:val="28"/>
  </w:num>
  <w:num w:numId="26">
    <w:abstractNumId w:val="31"/>
  </w:num>
  <w:num w:numId="27">
    <w:abstractNumId w:val="10"/>
  </w:num>
  <w:num w:numId="28">
    <w:abstractNumId w:val="11"/>
  </w:num>
  <w:num w:numId="29">
    <w:abstractNumId w:val="8"/>
  </w:num>
  <w:num w:numId="30">
    <w:abstractNumId w:val="2"/>
  </w:num>
  <w:num w:numId="31">
    <w:abstractNumId w:val="5"/>
  </w:num>
  <w:num w:numId="32">
    <w:abstractNumId w:val="36"/>
  </w:num>
  <w:num w:numId="33">
    <w:abstractNumId w:val="33"/>
  </w:num>
  <w:num w:numId="34">
    <w:abstractNumId w:val="22"/>
  </w:num>
  <w:num w:numId="35">
    <w:abstractNumId w:val="3"/>
  </w:num>
  <w:num w:numId="36">
    <w:abstractNumId w:val="20"/>
  </w:num>
  <w:num w:numId="37">
    <w:abstractNumId w:val="32"/>
  </w:num>
  <w:num w:numId="38">
    <w:abstractNumId w:val="38"/>
  </w:num>
  <w:num w:numId="39">
    <w:abstractNumId w:val="39"/>
  </w:num>
  <w:num w:numId="40">
    <w:abstractNumId w:val="19"/>
  </w:num>
  <w:num w:numId="41">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DA0296"/>
    <w:rsid w:val="00004D1A"/>
    <w:rsid w:val="00004DC1"/>
    <w:rsid w:val="0001163B"/>
    <w:rsid w:val="00011AB6"/>
    <w:rsid w:val="00013AEA"/>
    <w:rsid w:val="00016B5C"/>
    <w:rsid w:val="0002204B"/>
    <w:rsid w:val="00023668"/>
    <w:rsid w:val="00023803"/>
    <w:rsid w:val="00027679"/>
    <w:rsid w:val="000327F6"/>
    <w:rsid w:val="00032EFE"/>
    <w:rsid w:val="000406B6"/>
    <w:rsid w:val="0004694B"/>
    <w:rsid w:val="000505A2"/>
    <w:rsid w:val="00060BFA"/>
    <w:rsid w:val="0006540D"/>
    <w:rsid w:val="00065D6B"/>
    <w:rsid w:val="000726CA"/>
    <w:rsid w:val="0007475E"/>
    <w:rsid w:val="0007487F"/>
    <w:rsid w:val="00076894"/>
    <w:rsid w:val="000776E1"/>
    <w:rsid w:val="000818BD"/>
    <w:rsid w:val="00083F2C"/>
    <w:rsid w:val="00085D4B"/>
    <w:rsid w:val="00086C67"/>
    <w:rsid w:val="000A186C"/>
    <w:rsid w:val="000A3229"/>
    <w:rsid w:val="000A33CD"/>
    <w:rsid w:val="000A7ABF"/>
    <w:rsid w:val="000B4479"/>
    <w:rsid w:val="000B6B11"/>
    <w:rsid w:val="000C36A3"/>
    <w:rsid w:val="000C4AC3"/>
    <w:rsid w:val="000E0B3D"/>
    <w:rsid w:val="000E351D"/>
    <w:rsid w:val="000E4A90"/>
    <w:rsid w:val="000F0540"/>
    <w:rsid w:val="000F4FEF"/>
    <w:rsid w:val="000F7527"/>
    <w:rsid w:val="000F7C52"/>
    <w:rsid w:val="00112233"/>
    <w:rsid w:val="00120471"/>
    <w:rsid w:val="0012775A"/>
    <w:rsid w:val="001306F5"/>
    <w:rsid w:val="00134175"/>
    <w:rsid w:val="00135483"/>
    <w:rsid w:val="0013570A"/>
    <w:rsid w:val="0014123F"/>
    <w:rsid w:val="0014149C"/>
    <w:rsid w:val="001506C5"/>
    <w:rsid w:val="00152F2E"/>
    <w:rsid w:val="00155440"/>
    <w:rsid w:val="00160FB3"/>
    <w:rsid w:val="0016356B"/>
    <w:rsid w:val="00171A49"/>
    <w:rsid w:val="00171D8B"/>
    <w:rsid w:val="00173CF2"/>
    <w:rsid w:val="00177F1C"/>
    <w:rsid w:val="00180B10"/>
    <w:rsid w:val="0018651A"/>
    <w:rsid w:val="00187A9F"/>
    <w:rsid w:val="0019151A"/>
    <w:rsid w:val="00194EFB"/>
    <w:rsid w:val="001A2211"/>
    <w:rsid w:val="001A3087"/>
    <w:rsid w:val="001A338A"/>
    <w:rsid w:val="001A3E86"/>
    <w:rsid w:val="001B0016"/>
    <w:rsid w:val="001B1A25"/>
    <w:rsid w:val="001B284D"/>
    <w:rsid w:val="001B2AE7"/>
    <w:rsid w:val="001C4B50"/>
    <w:rsid w:val="001C4F12"/>
    <w:rsid w:val="001D0012"/>
    <w:rsid w:val="001D062F"/>
    <w:rsid w:val="001D36F0"/>
    <w:rsid w:val="001D3862"/>
    <w:rsid w:val="001D3AC3"/>
    <w:rsid w:val="001D6354"/>
    <w:rsid w:val="001E01A8"/>
    <w:rsid w:val="001E0641"/>
    <w:rsid w:val="001E5001"/>
    <w:rsid w:val="001F1B50"/>
    <w:rsid w:val="001F1CD0"/>
    <w:rsid w:val="001F7552"/>
    <w:rsid w:val="00204518"/>
    <w:rsid w:val="00206FEF"/>
    <w:rsid w:val="00210507"/>
    <w:rsid w:val="00210AE6"/>
    <w:rsid w:val="00216113"/>
    <w:rsid w:val="002170CF"/>
    <w:rsid w:val="00217293"/>
    <w:rsid w:val="00224ED2"/>
    <w:rsid w:val="00224EE0"/>
    <w:rsid w:val="0022595B"/>
    <w:rsid w:val="002267E2"/>
    <w:rsid w:val="0022696C"/>
    <w:rsid w:val="00237A1E"/>
    <w:rsid w:val="00241026"/>
    <w:rsid w:val="002463C9"/>
    <w:rsid w:val="00247037"/>
    <w:rsid w:val="002511BF"/>
    <w:rsid w:val="0027744F"/>
    <w:rsid w:val="0028018F"/>
    <w:rsid w:val="00281F56"/>
    <w:rsid w:val="00282055"/>
    <w:rsid w:val="002848E7"/>
    <w:rsid w:val="00286A1C"/>
    <w:rsid w:val="00293E57"/>
    <w:rsid w:val="00296700"/>
    <w:rsid w:val="002A1FAE"/>
    <w:rsid w:val="002A3C01"/>
    <w:rsid w:val="002A7C1F"/>
    <w:rsid w:val="002B0572"/>
    <w:rsid w:val="002B0E2A"/>
    <w:rsid w:val="002B37E7"/>
    <w:rsid w:val="002B47B9"/>
    <w:rsid w:val="002B6903"/>
    <w:rsid w:val="002B7423"/>
    <w:rsid w:val="002C141A"/>
    <w:rsid w:val="002C2CDB"/>
    <w:rsid w:val="002C7E48"/>
    <w:rsid w:val="002D043F"/>
    <w:rsid w:val="002D22B4"/>
    <w:rsid w:val="002D29DF"/>
    <w:rsid w:val="002D6067"/>
    <w:rsid w:val="002E29D3"/>
    <w:rsid w:val="002E37FD"/>
    <w:rsid w:val="002E45DF"/>
    <w:rsid w:val="002E49F2"/>
    <w:rsid w:val="002F19B1"/>
    <w:rsid w:val="002F2EF3"/>
    <w:rsid w:val="002F3DFF"/>
    <w:rsid w:val="002F6B72"/>
    <w:rsid w:val="0030007B"/>
    <w:rsid w:val="0030366D"/>
    <w:rsid w:val="00310D28"/>
    <w:rsid w:val="00313700"/>
    <w:rsid w:val="0031515D"/>
    <w:rsid w:val="00315A29"/>
    <w:rsid w:val="00316433"/>
    <w:rsid w:val="0031725C"/>
    <w:rsid w:val="0032181B"/>
    <w:rsid w:val="003230E3"/>
    <w:rsid w:val="003271E4"/>
    <w:rsid w:val="00331090"/>
    <w:rsid w:val="003332BE"/>
    <w:rsid w:val="00333C87"/>
    <w:rsid w:val="0034134A"/>
    <w:rsid w:val="00343478"/>
    <w:rsid w:val="003443D6"/>
    <w:rsid w:val="00344806"/>
    <w:rsid w:val="003478A7"/>
    <w:rsid w:val="00347ECF"/>
    <w:rsid w:val="00357D8C"/>
    <w:rsid w:val="00361DF9"/>
    <w:rsid w:val="00362737"/>
    <w:rsid w:val="00363AB2"/>
    <w:rsid w:val="00365716"/>
    <w:rsid w:val="00365CE6"/>
    <w:rsid w:val="00366EFE"/>
    <w:rsid w:val="00367357"/>
    <w:rsid w:val="00371C5A"/>
    <w:rsid w:val="003728AD"/>
    <w:rsid w:val="00374710"/>
    <w:rsid w:val="00376DC5"/>
    <w:rsid w:val="003774A6"/>
    <w:rsid w:val="00380A3C"/>
    <w:rsid w:val="0039636A"/>
    <w:rsid w:val="003A0B46"/>
    <w:rsid w:val="003A6CF2"/>
    <w:rsid w:val="003A6F3D"/>
    <w:rsid w:val="003A722F"/>
    <w:rsid w:val="003A73F5"/>
    <w:rsid w:val="003A7998"/>
    <w:rsid w:val="003B2DFC"/>
    <w:rsid w:val="003B3819"/>
    <w:rsid w:val="003B6412"/>
    <w:rsid w:val="003C0923"/>
    <w:rsid w:val="003C69FE"/>
    <w:rsid w:val="003C7D3B"/>
    <w:rsid w:val="003D4E9F"/>
    <w:rsid w:val="003D567E"/>
    <w:rsid w:val="003E18BC"/>
    <w:rsid w:val="003E2E92"/>
    <w:rsid w:val="003E327B"/>
    <w:rsid w:val="003E3BB2"/>
    <w:rsid w:val="003E42C0"/>
    <w:rsid w:val="003E4B8D"/>
    <w:rsid w:val="003F113B"/>
    <w:rsid w:val="003F208C"/>
    <w:rsid w:val="003F3007"/>
    <w:rsid w:val="003F5FB5"/>
    <w:rsid w:val="003F72A2"/>
    <w:rsid w:val="00400385"/>
    <w:rsid w:val="00400E39"/>
    <w:rsid w:val="00412F7C"/>
    <w:rsid w:val="00413D12"/>
    <w:rsid w:val="004178FD"/>
    <w:rsid w:val="00423232"/>
    <w:rsid w:val="00426F5E"/>
    <w:rsid w:val="00427E54"/>
    <w:rsid w:val="00437A85"/>
    <w:rsid w:val="004400FD"/>
    <w:rsid w:val="004439BF"/>
    <w:rsid w:val="00443E3C"/>
    <w:rsid w:val="00450939"/>
    <w:rsid w:val="00450CFE"/>
    <w:rsid w:val="00451AFA"/>
    <w:rsid w:val="00456F27"/>
    <w:rsid w:val="004660DF"/>
    <w:rsid w:val="00471409"/>
    <w:rsid w:val="0047293A"/>
    <w:rsid w:val="00477DFA"/>
    <w:rsid w:val="00482295"/>
    <w:rsid w:val="00484E21"/>
    <w:rsid w:val="004870EC"/>
    <w:rsid w:val="00487C77"/>
    <w:rsid w:val="00494292"/>
    <w:rsid w:val="004A1B88"/>
    <w:rsid w:val="004A318D"/>
    <w:rsid w:val="004A7B08"/>
    <w:rsid w:val="004A7EF8"/>
    <w:rsid w:val="004B086F"/>
    <w:rsid w:val="004B3312"/>
    <w:rsid w:val="004B69C6"/>
    <w:rsid w:val="004B7051"/>
    <w:rsid w:val="004C05B8"/>
    <w:rsid w:val="004C107B"/>
    <w:rsid w:val="004C167B"/>
    <w:rsid w:val="004C1B3F"/>
    <w:rsid w:val="004C1E40"/>
    <w:rsid w:val="004C2412"/>
    <w:rsid w:val="004C3E36"/>
    <w:rsid w:val="004C60C7"/>
    <w:rsid w:val="004D3FBE"/>
    <w:rsid w:val="004D45DF"/>
    <w:rsid w:val="004D6F7C"/>
    <w:rsid w:val="004E731D"/>
    <w:rsid w:val="005036B0"/>
    <w:rsid w:val="00505A07"/>
    <w:rsid w:val="005065DC"/>
    <w:rsid w:val="0051042C"/>
    <w:rsid w:val="00511DF8"/>
    <w:rsid w:val="00515B86"/>
    <w:rsid w:val="00515F1E"/>
    <w:rsid w:val="005172BC"/>
    <w:rsid w:val="00521549"/>
    <w:rsid w:val="005223FA"/>
    <w:rsid w:val="0052393A"/>
    <w:rsid w:val="00524B0D"/>
    <w:rsid w:val="005272BD"/>
    <w:rsid w:val="00537F10"/>
    <w:rsid w:val="00540AE5"/>
    <w:rsid w:val="00543329"/>
    <w:rsid w:val="005454FF"/>
    <w:rsid w:val="005543A0"/>
    <w:rsid w:val="00561965"/>
    <w:rsid w:val="00563361"/>
    <w:rsid w:val="0057357F"/>
    <w:rsid w:val="00573A80"/>
    <w:rsid w:val="00577C0E"/>
    <w:rsid w:val="0058047B"/>
    <w:rsid w:val="00581E6B"/>
    <w:rsid w:val="0058591B"/>
    <w:rsid w:val="00585B01"/>
    <w:rsid w:val="005908E2"/>
    <w:rsid w:val="00592C42"/>
    <w:rsid w:val="00594D54"/>
    <w:rsid w:val="00596D34"/>
    <w:rsid w:val="005A0639"/>
    <w:rsid w:val="005A35D8"/>
    <w:rsid w:val="005B3B3C"/>
    <w:rsid w:val="005B3DD1"/>
    <w:rsid w:val="005B46ED"/>
    <w:rsid w:val="005B668E"/>
    <w:rsid w:val="005B686B"/>
    <w:rsid w:val="005C0C81"/>
    <w:rsid w:val="005C2438"/>
    <w:rsid w:val="005C508C"/>
    <w:rsid w:val="005C5387"/>
    <w:rsid w:val="005C54E5"/>
    <w:rsid w:val="005C76C2"/>
    <w:rsid w:val="005D1F86"/>
    <w:rsid w:val="005E035C"/>
    <w:rsid w:val="005E1F86"/>
    <w:rsid w:val="005E2C11"/>
    <w:rsid w:val="005E2F98"/>
    <w:rsid w:val="005F1D57"/>
    <w:rsid w:val="005F39D2"/>
    <w:rsid w:val="005F423A"/>
    <w:rsid w:val="005F5EFA"/>
    <w:rsid w:val="0060143C"/>
    <w:rsid w:val="00601F5F"/>
    <w:rsid w:val="0060227A"/>
    <w:rsid w:val="00603170"/>
    <w:rsid w:val="00604D94"/>
    <w:rsid w:val="0060657A"/>
    <w:rsid w:val="00606D6D"/>
    <w:rsid w:val="006158E8"/>
    <w:rsid w:val="00616662"/>
    <w:rsid w:val="00617806"/>
    <w:rsid w:val="006203C3"/>
    <w:rsid w:val="006221D7"/>
    <w:rsid w:val="006227B3"/>
    <w:rsid w:val="00626494"/>
    <w:rsid w:val="0063477F"/>
    <w:rsid w:val="0064073B"/>
    <w:rsid w:val="00645517"/>
    <w:rsid w:val="00646943"/>
    <w:rsid w:val="0065040B"/>
    <w:rsid w:val="00651B2F"/>
    <w:rsid w:val="00661016"/>
    <w:rsid w:val="00664ADD"/>
    <w:rsid w:val="0066763C"/>
    <w:rsid w:val="00671BCA"/>
    <w:rsid w:val="00672284"/>
    <w:rsid w:val="0067502A"/>
    <w:rsid w:val="00676749"/>
    <w:rsid w:val="006812E2"/>
    <w:rsid w:val="0068302E"/>
    <w:rsid w:val="00685223"/>
    <w:rsid w:val="00692A90"/>
    <w:rsid w:val="0069389A"/>
    <w:rsid w:val="006970FB"/>
    <w:rsid w:val="006A0BE9"/>
    <w:rsid w:val="006A71E5"/>
    <w:rsid w:val="006B09A1"/>
    <w:rsid w:val="006B1EB3"/>
    <w:rsid w:val="006B4E65"/>
    <w:rsid w:val="006B5507"/>
    <w:rsid w:val="006B76D9"/>
    <w:rsid w:val="006C1486"/>
    <w:rsid w:val="006C54C7"/>
    <w:rsid w:val="006C6326"/>
    <w:rsid w:val="006C63FF"/>
    <w:rsid w:val="006D2037"/>
    <w:rsid w:val="006D4F65"/>
    <w:rsid w:val="006D7283"/>
    <w:rsid w:val="006D7A35"/>
    <w:rsid w:val="006D7F81"/>
    <w:rsid w:val="006E32C5"/>
    <w:rsid w:val="006E615C"/>
    <w:rsid w:val="006F220F"/>
    <w:rsid w:val="006F43BE"/>
    <w:rsid w:val="006F7619"/>
    <w:rsid w:val="006F7B9D"/>
    <w:rsid w:val="00701071"/>
    <w:rsid w:val="007130CF"/>
    <w:rsid w:val="007201E9"/>
    <w:rsid w:val="007240B5"/>
    <w:rsid w:val="0072783A"/>
    <w:rsid w:val="00727F89"/>
    <w:rsid w:val="00732D1A"/>
    <w:rsid w:val="00734371"/>
    <w:rsid w:val="00734EAD"/>
    <w:rsid w:val="00736199"/>
    <w:rsid w:val="0073641B"/>
    <w:rsid w:val="00740AF9"/>
    <w:rsid w:val="00741F6A"/>
    <w:rsid w:val="00743CA6"/>
    <w:rsid w:val="00747140"/>
    <w:rsid w:val="0075355B"/>
    <w:rsid w:val="00754443"/>
    <w:rsid w:val="007551ED"/>
    <w:rsid w:val="00755E21"/>
    <w:rsid w:val="007624AD"/>
    <w:rsid w:val="0076624A"/>
    <w:rsid w:val="00772FF9"/>
    <w:rsid w:val="00774A3C"/>
    <w:rsid w:val="00775692"/>
    <w:rsid w:val="0077796E"/>
    <w:rsid w:val="00785FC2"/>
    <w:rsid w:val="00786C90"/>
    <w:rsid w:val="00796F51"/>
    <w:rsid w:val="00797317"/>
    <w:rsid w:val="007A04F5"/>
    <w:rsid w:val="007A43F6"/>
    <w:rsid w:val="007A6FE9"/>
    <w:rsid w:val="007B06D5"/>
    <w:rsid w:val="007B1FB6"/>
    <w:rsid w:val="007B4871"/>
    <w:rsid w:val="007B51C2"/>
    <w:rsid w:val="007B655C"/>
    <w:rsid w:val="007C2FCF"/>
    <w:rsid w:val="007C3BA3"/>
    <w:rsid w:val="007C479E"/>
    <w:rsid w:val="007C7187"/>
    <w:rsid w:val="007D00D9"/>
    <w:rsid w:val="007F3F4E"/>
    <w:rsid w:val="008048CD"/>
    <w:rsid w:val="008053E4"/>
    <w:rsid w:val="00811A0F"/>
    <w:rsid w:val="00816707"/>
    <w:rsid w:val="008262AD"/>
    <w:rsid w:val="00832010"/>
    <w:rsid w:val="00832BA5"/>
    <w:rsid w:val="00840A13"/>
    <w:rsid w:val="0084391E"/>
    <w:rsid w:val="00844161"/>
    <w:rsid w:val="00845130"/>
    <w:rsid w:val="008459BE"/>
    <w:rsid w:val="00853267"/>
    <w:rsid w:val="00853C42"/>
    <w:rsid w:val="00855C29"/>
    <w:rsid w:val="008724CC"/>
    <w:rsid w:val="00875D63"/>
    <w:rsid w:val="00877136"/>
    <w:rsid w:val="00884865"/>
    <w:rsid w:val="00884CC1"/>
    <w:rsid w:val="00884E6B"/>
    <w:rsid w:val="00890979"/>
    <w:rsid w:val="00893758"/>
    <w:rsid w:val="00896809"/>
    <w:rsid w:val="00897EED"/>
    <w:rsid w:val="008A6B5F"/>
    <w:rsid w:val="008B1B88"/>
    <w:rsid w:val="008C3C55"/>
    <w:rsid w:val="008C4FC8"/>
    <w:rsid w:val="008C61A1"/>
    <w:rsid w:val="008C6762"/>
    <w:rsid w:val="008D1A93"/>
    <w:rsid w:val="008D2AE8"/>
    <w:rsid w:val="008D2F21"/>
    <w:rsid w:val="008E15AD"/>
    <w:rsid w:val="008E1842"/>
    <w:rsid w:val="008E29EE"/>
    <w:rsid w:val="008E7D51"/>
    <w:rsid w:val="008F1F86"/>
    <w:rsid w:val="008F2B38"/>
    <w:rsid w:val="008F5727"/>
    <w:rsid w:val="009115D2"/>
    <w:rsid w:val="00912FCD"/>
    <w:rsid w:val="00916A72"/>
    <w:rsid w:val="00917951"/>
    <w:rsid w:val="00920D9D"/>
    <w:rsid w:val="00922128"/>
    <w:rsid w:val="00922BA8"/>
    <w:rsid w:val="009231D7"/>
    <w:rsid w:val="009378B6"/>
    <w:rsid w:val="00941422"/>
    <w:rsid w:val="00945ACF"/>
    <w:rsid w:val="00952A13"/>
    <w:rsid w:val="00952D39"/>
    <w:rsid w:val="00956D59"/>
    <w:rsid w:val="0096180D"/>
    <w:rsid w:val="0096593E"/>
    <w:rsid w:val="00973C84"/>
    <w:rsid w:val="00975640"/>
    <w:rsid w:val="0097686B"/>
    <w:rsid w:val="00983070"/>
    <w:rsid w:val="009859FA"/>
    <w:rsid w:val="009A2733"/>
    <w:rsid w:val="009A283A"/>
    <w:rsid w:val="009A3D10"/>
    <w:rsid w:val="009A4CC5"/>
    <w:rsid w:val="009A4DA0"/>
    <w:rsid w:val="009A7F58"/>
    <w:rsid w:val="009C04B0"/>
    <w:rsid w:val="009C5AF5"/>
    <w:rsid w:val="009D23DB"/>
    <w:rsid w:val="009D371F"/>
    <w:rsid w:val="009D5DFE"/>
    <w:rsid w:val="009D5EFC"/>
    <w:rsid w:val="009D78F6"/>
    <w:rsid w:val="009E0D78"/>
    <w:rsid w:val="009E18BD"/>
    <w:rsid w:val="009F1ED4"/>
    <w:rsid w:val="009F3A94"/>
    <w:rsid w:val="009F3D83"/>
    <w:rsid w:val="009F4DDB"/>
    <w:rsid w:val="00A01C82"/>
    <w:rsid w:val="00A05B7A"/>
    <w:rsid w:val="00A06746"/>
    <w:rsid w:val="00A06DF9"/>
    <w:rsid w:val="00A11EA4"/>
    <w:rsid w:val="00A17747"/>
    <w:rsid w:val="00A30881"/>
    <w:rsid w:val="00A30BD8"/>
    <w:rsid w:val="00A348B9"/>
    <w:rsid w:val="00A351DF"/>
    <w:rsid w:val="00A4027C"/>
    <w:rsid w:val="00A435E7"/>
    <w:rsid w:val="00A43F2E"/>
    <w:rsid w:val="00A45EF2"/>
    <w:rsid w:val="00A4763E"/>
    <w:rsid w:val="00A51AE2"/>
    <w:rsid w:val="00A53C39"/>
    <w:rsid w:val="00A603ED"/>
    <w:rsid w:val="00A604CC"/>
    <w:rsid w:val="00A6327E"/>
    <w:rsid w:val="00A722C5"/>
    <w:rsid w:val="00A81223"/>
    <w:rsid w:val="00A82267"/>
    <w:rsid w:val="00A8264F"/>
    <w:rsid w:val="00A830CF"/>
    <w:rsid w:val="00A8344E"/>
    <w:rsid w:val="00A839B0"/>
    <w:rsid w:val="00A84865"/>
    <w:rsid w:val="00A8601B"/>
    <w:rsid w:val="00A87F26"/>
    <w:rsid w:val="00A92D07"/>
    <w:rsid w:val="00A956BF"/>
    <w:rsid w:val="00A9574A"/>
    <w:rsid w:val="00AA2718"/>
    <w:rsid w:val="00AA31D2"/>
    <w:rsid w:val="00AA526B"/>
    <w:rsid w:val="00AA56B9"/>
    <w:rsid w:val="00AB06E0"/>
    <w:rsid w:val="00AB1912"/>
    <w:rsid w:val="00AB4D0D"/>
    <w:rsid w:val="00AC0884"/>
    <w:rsid w:val="00AC1F0D"/>
    <w:rsid w:val="00AD1D53"/>
    <w:rsid w:val="00AD5356"/>
    <w:rsid w:val="00AD56C4"/>
    <w:rsid w:val="00AE2557"/>
    <w:rsid w:val="00AE4751"/>
    <w:rsid w:val="00AE5452"/>
    <w:rsid w:val="00AE6C3D"/>
    <w:rsid w:val="00AF098A"/>
    <w:rsid w:val="00AF23E9"/>
    <w:rsid w:val="00B015AA"/>
    <w:rsid w:val="00B05950"/>
    <w:rsid w:val="00B06B77"/>
    <w:rsid w:val="00B07A4B"/>
    <w:rsid w:val="00B142F5"/>
    <w:rsid w:val="00B1637E"/>
    <w:rsid w:val="00B26A9A"/>
    <w:rsid w:val="00B27B72"/>
    <w:rsid w:val="00B33CCA"/>
    <w:rsid w:val="00B36134"/>
    <w:rsid w:val="00B362AF"/>
    <w:rsid w:val="00B41329"/>
    <w:rsid w:val="00B55706"/>
    <w:rsid w:val="00B55FD2"/>
    <w:rsid w:val="00B561C8"/>
    <w:rsid w:val="00B63067"/>
    <w:rsid w:val="00B6587B"/>
    <w:rsid w:val="00B74E1B"/>
    <w:rsid w:val="00B75174"/>
    <w:rsid w:val="00B76AE9"/>
    <w:rsid w:val="00B87F70"/>
    <w:rsid w:val="00B95C21"/>
    <w:rsid w:val="00B97EA1"/>
    <w:rsid w:val="00BA0107"/>
    <w:rsid w:val="00BA7038"/>
    <w:rsid w:val="00BA766E"/>
    <w:rsid w:val="00BB0824"/>
    <w:rsid w:val="00BB111F"/>
    <w:rsid w:val="00BB1232"/>
    <w:rsid w:val="00BB1798"/>
    <w:rsid w:val="00BB401D"/>
    <w:rsid w:val="00BB4C6D"/>
    <w:rsid w:val="00BC1743"/>
    <w:rsid w:val="00BC7B60"/>
    <w:rsid w:val="00BD28CF"/>
    <w:rsid w:val="00BD3125"/>
    <w:rsid w:val="00BD4A01"/>
    <w:rsid w:val="00BD5E6A"/>
    <w:rsid w:val="00BD722B"/>
    <w:rsid w:val="00BE451D"/>
    <w:rsid w:val="00BE63CE"/>
    <w:rsid w:val="00BF2B8F"/>
    <w:rsid w:val="00BF4934"/>
    <w:rsid w:val="00BF5D8A"/>
    <w:rsid w:val="00BF644B"/>
    <w:rsid w:val="00C0069B"/>
    <w:rsid w:val="00C0116E"/>
    <w:rsid w:val="00C044FC"/>
    <w:rsid w:val="00C06214"/>
    <w:rsid w:val="00C121E8"/>
    <w:rsid w:val="00C14FBD"/>
    <w:rsid w:val="00C17DF6"/>
    <w:rsid w:val="00C25D8F"/>
    <w:rsid w:val="00C31FF4"/>
    <w:rsid w:val="00C32C87"/>
    <w:rsid w:val="00C346AA"/>
    <w:rsid w:val="00C35E9F"/>
    <w:rsid w:val="00C40B5E"/>
    <w:rsid w:val="00C42A4A"/>
    <w:rsid w:val="00C45CEF"/>
    <w:rsid w:val="00C4602D"/>
    <w:rsid w:val="00C47099"/>
    <w:rsid w:val="00C55D71"/>
    <w:rsid w:val="00C7049D"/>
    <w:rsid w:val="00C722C0"/>
    <w:rsid w:val="00C73341"/>
    <w:rsid w:val="00C74F22"/>
    <w:rsid w:val="00C80248"/>
    <w:rsid w:val="00C85E4C"/>
    <w:rsid w:val="00C87553"/>
    <w:rsid w:val="00C90AB0"/>
    <w:rsid w:val="00C926B5"/>
    <w:rsid w:val="00C95A4E"/>
    <w:rsid w:val="00CA04CB"/>
    <w:rsid w:val="00CA15F1"/>
    <w:rsid w:val="00CB06C3"/>
    <w:rsid w:val="00CB0E14"/>
    <w:rsid w:val="00CB11F4"/>
    <w:rsid w:val="00CB28E3"/>
    <w:rsid w:val="00CB541A"/>
    <w:rsid w:val="00CB6F4A"/>
    <w:rsid w:val="00CC134F"/>
    <w:rsid w:val="00CD0E66"/>
    <w:rsid w:val="00CD1368"/>
    <w:rsid w:val="00CD26EE"/>
    <w:rsid w:val="00CD4649"/>
    <w:rsid w:val="00CD73FD"/>
    <w:rsid w:val="00CD76A7"/>
    <w:rsid w:val="00CE28B8"/>
    <w:rsid w:val="00CE291C"/>
    <w:rsid w:val="00CE5262"/>
    <w:rsid w:val="00CE6BEA"/>
    <w:rsid w:val="00CF2107"/>
    <w:rsid w:val="00CF2522"/>
    <w:rsid w:val="00CF39B4"/>
    <w:rsid w:val="00CF7801"/>
    <w:rsid w:val="00CF784F"/>
    <w:rsid w:val="00D01453"/>
    <w:rsid w:val="00D01949"/>
    <w:rsid w:val="00D02AD7"/>
    <w:rsid w:val="00D02D3B"/>
    <w:rsid w:val="00D064E0"/>
    <w:rsid w:val="00D071A1"/>
    <w:rsid w:val="00D14E5F"/>
    <w:rsid w:val="00D1555F"/>
    <w:rsid w:val="00D2397B"/>
    <w:rsid w:val="00D23D31"/>
    <w:rsid w:val="00D24A87"/>
    <w:rsid w:val="00D260BD"/>
    <w:rsid w:val="00D3657A"/>
    <w:rsid w:val="00D37B06"/>
    <w:rsid w:val="00D37B98"/>
    <w:rsid w:val="00D40CA3"/>
    <w:rsid w:val="00D45CF9"/>
    <w:rsid w:val="00D45FE8"/>
    <w:rsid w:val="00D51C2B"/>
    <w:rsid w:val="00D52E2F"/>
    <w:rsid w:val="00D54A6F"/>
    <w:rsid w:val="00D63FC5"/>
    <w:rsid w:val="00D64815"/>
    <w:rsid w:val="00D65A12"/>
    <w:rsid w:val="00D6636E"/>
    <w:rsid w:val="00D71796"/>
    <w:rsid w:val="00D727FD"/>
    <w:rsid w:val="00D765CC"/>
    <w:rsid w:val="00D817A2"/>
    <w:rsid w:val="00D83A79"/>
    <w:rsid w:val="00D84299"/>
    <w:rsid w:val="00D84464"/>
    <w:rsid w:val="00D86749"/>
    <w:rsid w:val="00D86F1E"/>
    <w:rsid w:val="00D94077"/>
    <w:rsid w:val="00DA0296"/>
    <w:rsid w:val="00DA5949"/>
    <w:rsid w:val="00DA60BA"/>
    <w:rsid w:val="00DB404D"/>
    <w:rsid w:val="00DB7F5A"/>
    <w:rsid w:val="00DC188B"/>
    <w:rsid w:val="00DD14AE"/>
    <w:rsid w:val="00DD5198"/>
    <w:rsid w:val="00DD6FBD"/>
    <w:rsid w:val="00DE158A"/>
    <w:rsid w:val="00DE2329"/>
    <w:rsid w:val="00DF127D"/>
    <w:rsid w:val="00DF142C"/>
    <w:rsid w:val="00DF1995"/>
    <w:rsid w:val="00DF1C86"/>
    <w:rsid w:val="00DF4788"/>
    <w:rsid w:val="00DF7D6F"/>
    <w:rsid w:val="00E011E8"/>
    <w:rsid w:val="00E02DC9"/>
    <w:rsid w:val="00E101B2"/>
    <w:rsid w:val="00E12094"/>
    <w:rsid w:val="00E15598"/>
    <w:rsid w:val="00E2258D"/>
    <w:rsid w:val="00E227D9"/>
    <w:rsid w:val="00E27CB1"/>
    <w:rsid w:val="00E32E94"/>
    <w:rsid w:val="00E351C0"/>
    <w:rsid w:val="00E37163"/>
    <w:rsid w:val="00E42228"/>
    <w:rsid w:val="00E43FF9"/>
    <w:rsid w:val="00E4548D"/>
    <w:rsid w:val="00E455F8"/>
    <w:rsid w:val="00E46070"/>
    <w:rsid w:val="00E47570"/>
    <w:rsid w:val="00E5704D"/>
    <w:rsid w:val="00E60ADF"/>
    <w:rsid w:val="00E6160D"/>
    <w:rsid w:val="00E64398"/>
    <w:rsid w:val="00E67E63"/>
    <w:rsid w:val="00E70E1D"/>
    <w:rsid w:val="00E772FA"/>
    <w:rsid w:val="00E77862"/>
    <w:rsid w:val="00E838A1"/>
    <w:rsid w:val="00E83B94"/>
    <w:rsid w:val="00E84250"/>
    <w:rsid w:val="00E84902"/>
    <w:rsid w:val="00E850BA"/>
    <w:rsid w:val="00E86740"/>
    <w:rsid w:val="00E90932"/>
    <w:rsid w:val="00E97278"/>
    <w:rsid w:val="00EA2B0F"/>
    <w:rsid w:val="00EA7BA4"/>
    <w:rsid w:val="00EB5CA3"/>
    <w:rsid w:val="00EC0313"/>
    <w:rsid w:val="00EC1D7C"/>
    <w:rsid w:val="00EC3AF5"/>
    <w:rsid w:val="00ED11D8"/>
    <w:rsid w:val="00ED574D"/>
    <w:rsid w:val="00ED7A48"/>
    <w:rsid w:val="00EE05DD"/>
    <w:rsid w:val="00EE09A9"/>
    <w:rsid w:val="00EE1F44"/>
    <w:rsid w:val="00EE4E87"/>
    <w:rsid w:val="00EE6186"/>
    <w:rsid w:val="00EF0B6F"/>
    <w:rsid w:val="00EF25F9"/>
    <w:rsid w:val="00EF6667"/>
    <w:rsid w:val="00EF68F1"/>
    <w:rsid w:val="00EF794C"/>
    <w:rsid w:val="00F0037E"/>
    <w:rsid w:val="00F04722"/>
    <w:rsid w:val="00F0481E"/>
    <w:rsid w:val="00F07B44"/>
    <w:rsid w:val="00F14ACC"/>
    <w:rsid w:val="00F155B0"/>
    <w:rsid w:val="00F17986"/>
    <w:rsid w:val="00F232A3"/>
    <w:rsid w:val="00F23EA7"/>
    <w:rsid w:val="00F24106"/>
    <w:rsid w:val="00F24A68"/>
    <w:rsid w:val="00F25262"/>
    <w:rsid w:val="00F30664"/>
    <w:rsid w:val="00F317C8"/>
    <w:rsid w:val="00F32553"/>
    <w:rsid w:val="00F400F2"/>
    <w:rsid w:val="00F40645"/>
    <w:rsid w:val="00F415FF"/>
    <w:rsid w:val="00F435DC"/>
    <w:rsid w:val="00F44EF1"/>
    <w:rsid w:val="00F46D62"/>
    <w:rsid w:val="00F5282E"/>
    <w:rsid w:val="00F61E0E"/>
    <w:rsid w:val="00F65173"/>
    <w:rsid w:val="00F66FC3"/>
    <w:rsid w:val="00F728C2"/>
    <w:rsid w:val="00F76915"/>
    <w:rsid w:val="00F81B6F"/>
    <w:rsid w:val="00F83C63"/>
    <w:rsid w:val="00F85EE8"/>
    <w:rsid w:val="00F9420A"/>
    <w:rsid w:val="00F946F8"/>
    <w:rsid w:val="00F9494F"/>
    <w:rsid w:val="00F96709"/>
    <w:rsid w:val="00FA0376"/>
    <w:rsid w:val="00FA5785"/>
    <w:rsid w:val="00FB5515"/>
    <w:rsid w:val="00FB58A9"/>
    <w:rsid w:val="00FB64CF"/>
    <w:rsid w:val="00FB76FA"/>
    <w:rsid w:val="00FC0D8E"/>
    <w:rsid w:val="00FC1DE5"/>
    <w:rsid w:val="00FE139F"/>
    <w:rsid w:val="00FE1A04"/>
    <w:rsid w:val="00FE4B2A"/>
    <w:rsid w:val="00FF07E1"/>
    <w:rsid w:val="00FF4624"/>
    <w:rsid w:val="00FF70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strokecolor="red"/>
    </o:shapedefaults>
    <o:shapelayout v:ext="edit">
      <o:idmap v:ext="edit" data="1"/>
    </o:shapelayout>
  </w:shapeDefaults>
  <w:decimalSymbol w:val="."/>
  <w:listSeparator w:val=";"/>
  <w15:docId w15:val="{2DFD2319-672A-4806-A87B-F4836A3D3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727"/>
  </w:style>
  <w:style w:type="paragraph" w:styleId="Heading1">
    <w:name w:val="heading 1"/>
    <w:basedOn w:val="Normal"/>
    <w:next w:val="Normal"/>
    <w:link w:val="Heading1Char"/>
    <w:uiPriority w:val="9"/>
    <w:qFormat/>
    <w:rsid w:val="00F14ACC"/>
    <w:pPr>
      <w:keepNext/>
      <w:numPr>
        <w:numId w:val="40"/>
      </w:numPr>
      <w:spacing w:before="300" w:after="480"/>
      <w:ind w:left="357" w:hanging="357"/>
      <w:jc w:val="left"/>
      <w:outlineLvl w:val="0"/>
    </w:pPr>
    <w:rPr>
      <w:smallCaps/>
      <w:spacing w:val="5"/>
      <w:sz w:val="32"/>
      <w:szCs w:val="32"/>
    </w:rPr>
  </w:style>
  <w:style w:type="paragraph" w:styleId="Heading2">
    <w:name w:val="heading 2"/>
    <w:basedOn w:val="Normal"/>
    <w:next w:val="Normal"/>
    <w:link w:val="Heading2Char"/>
    <w:uiPriority w:val="9"/>
    <w:unhideWhenUsed/>
    <w:qFormat/>
    <w:rsid w:val="008F5727"/>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6C6326"/>
    <w:pPr>
      <w:keepNext/>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8F5727"/>
    <w:pPr>
      <w:spacing w:before="240" w:after="0"/>
      <w:jc w:val="left"/>
      <w:outlineLvl w:val="3"/>
    </w:pPr>
    <w:rPr>
      <w:smallCaps/>
      <w:spacing w:val="10"/>
      <w:sz w:val="22"/>
      <w:szCs w:val="22"/>
    </w:rPr>
  </w:style>
  <w:style w:type="paragraph" w:styleId="Heading5">
    <w:name w:val="heading 5"/>
    <w:basedOn w:val="Normal"/>
    <w:next w:val="Normal"/>
    <w:link w:val="Heading5Char"/>
    <w:uiPriority w:val="9"/>
    <w:unhideWhenUsed/>
    <w:qFormat/>
    <w:rsid w:val="008F5727"/>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8F5727"/>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8F5727"/>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8F5727"/>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8F5727"/>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83B94"/>
    <w:pPr>
      <w:pBdr>
        <w:bottom w:val="single" w:sz="4" w:space="1" w:color="auto"/>
      </w:pBdr>
      <w:tabs>
        <w:tab w:val="center" w:pos="4153"/>
        <w:tab w:val="right" w:pos="8306"/>
      </w:tabs>
    </w:pPr>
  </w:style>
  <w:style w:type="paragraph" w:styleId="Footer">
    <w:name w:val="footer"/>
    <w:basedOn w:val="Normal"/>
    <w:rsid w:val="00E83B94"/>
    <w:pPr>
      <w:pBdr>
        <w:top w:val="single" w:sz="4" w:space="1" w:color="auto"/>
      </w:pBdr>
      <w:tabs>
        <w:tab w:val="center" w:pos="4153"/>
        <w:tab w:val="right" w:pos="8306"/>
      </w:tabs>
    </w:pPr>
  </w:style>
  <w:style w:type="character" w:styleId="PageNumber">
    <w:name w:val="page number"/>
    <w:basedOn w:val="DefaultParagraphFont"/>
    <w:rsid w:val="00E83B94"/>
    <w:rPr>
      <w:sz w:val="20"/>
    </w:rPr>
  </w:style>
  <w:style w:type="table" w:styleId="TableGrid">
    <w:name w:val="Table Grid"/>
    <w:basedOn w:val="TableNormal"/>
    <w:rsid w:val="003A6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E83B94"/>
    <w:pPr>
      <w:spacing w:after="120"/>
    </w:pPr>
  </w:style>
  <w:style w:type="character" w:styleId="Hyperlink">
    <w:name w:val="Hyperlink"/>
    <w:basedOn w:val="DefaultParagraphFont"/>
    <w:uiPriority w:val="99"/>
    <w:unhideWhenUsed/>
    <w:rsid w:val="00331090"/>
    <w:rPr>
      <w:color w:val="0000FF"/>
      <w:u w:val="single"/>
    </w:rPr>
  </w:style>
  <w:style w:type="paragraph" w:styleId="NormalWeb">
    <w:name w:val="Normal (Web)"/>
    <w:basedOn w:val="Normal"/>
    <w:uiPriority w:val="99"/>
    <w:unhideWhenUsed/>
    <w:rsid w:val="00331090"/>
    <w:pPr>
      <w:spacing w:before="100" w:beforeAutospacing="1" w:after="100" w:afterAutospacing="1"/>
    </w:pPr>
  </w:style>
  <w:style w:type="character" w:customStyle="1" w:styleId="Heading3Char">
    <w:name w:val="Heading 3 Char"/>
    <w:basedOn w:val="DefaultParagraphFont"/>
    <w:link w:val="Heading3"/>
    <w:uiPriority w:val="9"/>
    <w:rsid w:val="006C6326"/>
    <w:rPr>
      <w:smallCaps/>
      <w:spacing w:val="5"/>
      <w:sz w:val="24"/>
      <w:szCs w:val="24"/>
    </w:rPr>
  </w:style>
  <w:style w:type="character" w:styleId="FollowedHyperlink">
    <w:name w:val="FollowedHyperlink"/>
    <w:basedOn w:val="DefaultParagraphFont"/>
    <w:uiPriority w:val="99"/>
    <w:semiHidden/>
    <w:unhideWhenUsed/>
    <w:rsid w:val="00D01949"/>
    <w:rPr>
      <w:color w:val="800080"/>
      <w:u w:val="single"/>
    </w:rPr>
  </w:style>
  <w:style w:type="paragraph" w:styleId="ListParagraph">
    <w:name w:val="List Paragraph"/>
    <w:basedOn w:val="Normal"/>
    <w:uiPriority w:val="34"/>
    <w:qFormat/>
    <w:rsid w:val="00423232"/>
    <w:pPr>
      <w:spacing w:after="360"/>
      <w:ind w:left="720"/>
      <w:contextualSpacing/>
    </w:pPr>
  </w:style>
  <w:style w:type="character" w:customStyle="1" w:styleId="Heading5Char">
    <w:name w:val="Heading 5 Char"/>
    <w:basedOn w:val="DefaultParagraphFont"/>
    <w:link w:val="Heading5"/>
    <w:uiPriority w:val="9"/>
    <w:rsid w:val="008F5727"/>
    <w:rPr>
      <w:smallCaps/>
      <w:color w:val="943634" w:themeColor="accent2" w:themeShade="BF"/>
      <w:spacing w:val="10"/>
      <w:sz w:val="22"/>
      <w:szCs w:val="26"/>
    </w:rPr>
  </w:style>
  <w:style w:type="character" w:styleId="Strong">
    <w:name w:val="Strong"/>
    <w:uiPriority w:val="22"/>
    <w:qFormat/>
    <w:rsid w:val="008F5727"/>
    <w:rPr>
      <w:b/>
      <w:color w:val="C0504D" w:themeColor="accent2"/>
    </w:rPr>
  </w:style>
  <w:style w:type="paragraph" w:styleId="BalloonText">
    <w:name w:val="Balloon Text"/>
    <w:basedOn w:val="Normal"/>
    <w:link w:val="BalloonTextChar"/>
    <w:uiPriority w:val="99"/>
    <w:semiHidden/>
    <w:unhideWhenUsed/>
    <w:rsid w:val="00ED7A48"/>
    <w:rPr>
      <w:rFonts w:ascii="Tahoma" w:hAnsi="Tahoma" w:cs="Tahoma"/>
      <w:sz w:val="16"/>
      <w:szCs w:val="16"/>
    </w:rPr>
  </w:style>
  <w:style w:type="character" w:customStyle="1" w:styleId="BalloonTextChar">
    <w:name w:val="Balloon Text Char"/>
    <w:basedOn w:val="DefaultParagraphFont"/>
    <w:link w:val="BalloonText"/>
    <w:uiPriority w:val="99"/>
    <w:semiHidden/>
    <w:rsid w:val="00ED7A48"/>
    <w:rPr>
      <w:rFonts w:ascii="Tahoma" w:hAnsi="Tahoma" w:cs="Tahoma"/>
      <w:sz w:val="16"/>
      <w:szCs w:val="16"/>
      <w:lang w:eastAsia="en-US"/>
    </w:rPr>
  </w:style>
  <w:style w:type="paragraph" w:customStyle="1" w:styleId="tx">
    <w:name w:val="tx"/>
    <w:basedOn w:val="Normal"/>
    <w:rsid w:val="00797317"/>
    <w:pPr>
      <w:tabs>
        <w:tab w:val="left" w:pos="360"/>
      </w:tabs>
      <w:spacing w:line="260" w:lineRule="exact"/>
      <w:ind w:firstLine="360"/>
    </w:pPr>
    <w:rPr>
      <w:sz w:val="22"/>
    </w:rPr>
  </w:style>
  <w:style w:type="paragraph" w:customStyle="1" w:styleId="Default">
    <w:name w:val="Default"/>
    <w:rsid w:val="0058591B"/>
    <w:pPr>
      <w:autoSpaceDE w:val="0"/>
      <w:autoSpaceDN w:val="0"/>
      <w:adjustRightInd w:val="0"/>
    </w:pPr>
    <w:rPr>
      <w:rFonts w:ascii="Arial" w:hAnsi="Arial" w:cs="Arial"/>
      <w:color w:val="000000"/>
      <w:sz w:val="24"/>
      <w:szCs w:val="24"/>
    </w:rPr>
  </w:style>
  <w:style w:type="character" w:customStyle="1" w:styleId="Heading1Char">
    <w:name w:val="Heading 1 Char"/>
    <w:basedOn w:val="DefaultParagraphFont"/>
    <w:link w:val="Heading1"/>
    <w:uiPriority w:val="9"/>
    <w:rsid w:val="00F14ACC"/>
    <w:rPr>
      <w:smallCaps/>
      <w:spacing w:val="5"/>
      <w:sz w:val="32"/>
      <w:szCs w:val="32"/>
    </w:rPr>
  </w:style>
  <w:style w:type="character" w:customStyle="1" w:styleId="Heading2Char">
    <w:name w:val="Heading 2 Char"/>
    <w:basedOn w:val="DefaultParagraphFont"/>
    <w:link w:val="Heading2"/>
    <w:uiPriority w:val="9"/>
    <w:rsid w:val="008F5727"/>
    <w:rPr>
      <w:smallCaps/>
      <w:spacing w:val="5"/>
      <w:sz w:val="28"/>
      <w:szCs w:val="28"/>
    </w:rPr>
  </w:style>
  <w:style w:type="character" w:customStyle="1" w:styleId="Heading4Char">
    <w:name w:val="Heading 4 Char"/>
    <w:basedOn w:val="DefaultParagraphFont"/>
    <w:link w:val="Heading4"/>
    <w:uiPriority w:val="9"/>
    <w:semiHidden/>
    <w:rsid w:val="008F5727"/>
    <w:rPr>
      <w:smallCaps/>
      <w:spacing w:val="10"/>
      <w:sz w:val="22"/>
      <w:szCs w:val="22"/>
    </w:rPr>
  </w:style>
  <w:style w:type="character" w:customStyle="1" w:styleId="Heading6Char">
    <w:name w:val="Heading 6 Char"/>
    <w:basedOn w:val="DefaultParagraphFont"/>
    <w:link w:val="Heading6"/>
    <w:uiPriority w:val="9"/>
    <w:semiHidden/>
    <w:rsid w:val="008F5727"/>
    <w:rPr>
      <w:smallCaps/>
      <w:color w:val="C0504D" w:themeColor="accent2"/>
      <w:spacing w:val="5"/>
      <w:sz w:val="22"/>
    </w:rPr>
  </w:style>
  <w:style w:type="character" w:customStyle="1" w:styleId="Heading7Char">
    <w:name w:val="Heading 7 Char"/>
    <w:basedOn w:val="DefaultParagraphFont"/>
    <w:link w:val="Heading7"/>
    <w:uiPriority w:val="9"/>
    <w:semiHidden/>
    <w:rsid w:val="008F5727"/>
    <w:rPr>
      <w:b/>
      <w:smallCaps/>
      <w:color w:val="C0504D" w:themeColor="accent2"/>
      <w:spacing w:val="10"/>
    </w:rPr>
  </w:style>
  <w:style w:type="character" w:customStyle="1" w:styleId="Heading8Char">
    <w:name w:val="Heading 8 Char"/>
    <w:basedOn w:val="DefaultParagraphFont"/>
    <w:link w:val="Heading8"/>
    <w:uiPriority w:val="9"/>
    <w:semiHidden/>
    <w:rsid w:val="008F5727"/>
    <w:rPr>
      <w:b/>
      <w:i/>
      <w:smallCaps/>
      <w:color w:val="943634" w:themeColor="accent2" w:themeShade="BF"/>
    </w:rPr>
  </w:style>
  <w:style w:type="character" w:customStyle="1" w:styleId="Heading9Char">
    <w:name w:val="Heading 9 Char"/>
    <w:basedOn w:val="DefaultParagraphFont"/>
    <w:link w:val="Heading9"/>
    <w:uiPriority w:val="9"/>
    <w:semiHidden/>
    <w:rsid w:val="008F5727"/>
    <w:rPr>
      <w:b/>
      <w:i/>
      <w:smallCaps/>
      <w:color w:val="622423" w:themeColor="accent2" w:themeShade="7F"/>
    </w:rPr>
  </w:style>
  <w:style w:type="paragraph" w:styleId="Caption">
    <w:name w:val="caption"/>
    <w:basedOn w:val="Normal"/>
    <w:next w:val="Normal"/>
    <w:uiPriority w:val="35"/>
    <w:unhideWhenUsed/>
    <w:qFormat/>
    <w:rsid w:val="008F5727"/>
    <w:rPr>
      <w:b/>
      <w:bCs/>
      <w:caps/>
      <w:sz w:val="16"/>
      <w:szCs w:val="18"/>
    </w:rPr>
  </w:style>
  <w:style w:type="paragraph" w:styleId="Title">
    <w:name w:val="Title"/>
    <w:basedOn w:val="Normal"/>
    <w:next w:val="Normal"/>
    <w:link w:val="TitleChar"/>
    <w:uiPriority w:val="10"/>
    <w:qFormat/>
    <w:rsid w:val="008F5727"/>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8F5727"/>
    <w:rPr>
      <w:smallCaps/>
      <w:sz w:val="48"/>
      <w:szCs w:val="48"/>
    </w:rPr>
  </w:style>
  <w:style w:type="paragraph" w:styleId="Subtitle">
    <w:name w:val="Subtitle"/>
    <w:basedOn w:val="Normal"/>
    <w:next w:val="Normal"/>
    <w:link w:val="SubtitleChar"/>
    <w:uiPriority w:val="11"/>
    <w:qFormat/>
    <w:rsid w:val="008F572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8F5727"/>
    <w:rPr>
      <w:rFonts w:asciiTheme="majorHAnsi" w:eastAsiaTheme="majorEastAsia" w:hAnsiTheme="majorHAnsi" w:cstheme="majorBidi"/>
      <w:szCs w:val="22"/>
    </w:rPr>
  </w:style>
  <w:style w:type="character" w:styleId="Emphasis">
    <w:name w:val="Emphasis"/>
    <w:uiPriority w:val="20"/>
    <w:qFormat/>
    <w:rsid w:val="008F5727"/>
    <w:rPr>
      <w:b/>
      <w:i/>
      <w:spacing w:val="10"/>
    </w:rPr>
  </w:style>
  <w:style w:type="paragraph" w:styleId="NoSpacing">
    <w:name w:val="No Spacing"/>
    <w:basedOn w:val="Normal"/>
    <w:link w:val="NoSpacingChar"/>
    <w:uiPriority w:val="1"/>
    <w:qFormat/>
    <w:rsid w:val="008F5727"/>
    <w:pPr>
      <w:spacing w:after="0" w:line="240" w:lineRule="auto"/>
    </w:pPr>
  </w:style>
  <w:style w:type="character" w:customStyle="1" w:styleId="NoSpacingChar">
    <w:name w:val="No Spacing Char"/>
    <w:basedOn w:val="DefaultParagraphFont"/>
    <w:link w:val="NoSpacing"/>
    <w:uiPriority w:val="1"/>
    <w:rsid w:val="008F5727"/>
  </w:style>
  <w:style w:type="paragraph" w:styleId="Quote">
    <w:name w:val="Quote"/>
    <w:basedOn w:val="Normal"/>
    <w:next w:val="Normal"/>
    <w:link w:val="QuoteChar"/>
    <w:uiPriority w:val="29"/>
    <w:qFormat/>
    <w:rsid w:val="008F5727"/>
    <w:rPr>
      <w:i/>
    </w:rPr>
  </w:style>
  <w:style w:type="character" w:customStyle="1" w:styleId="QuoteChar">
    <w:name w:val="Quote Char"/>
    <w:basedOn w:val="DefaultParagraphFont"/>
    <w:link w:val="Quote"/>
    <w:uiPriority w:val="29"/>
    <w:rsid w:val="008F5727"/>
    <w:rPr>
      <w:i/>
    </w:rPr>
  </w:style>
  <w:style w:type="paragraph" w:styleId="IntenseQuote">
    <w:name w:val="Intense Quote"/>
    <w:basedOn w:val="Normal"/>
    <w:next w:val="Normal"/>
    <w:link w:val="IntenseQuoteChar"/>
    <w:uiPriority w:val="30"/>
    <w:qFormat/>
    <w:rsid w:val="008F5727"/>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8F5727"/>
    <w:rPr>
      <w:b/>
      <w:i/>
      <w:color w:val="FFFFFF" w:themeColor="background1"/>
      <w:shd w:val="clear" w:color="auto" w:fill="C0504D" w:themeFill="accent2"/>
    </w:rPr>
  </w:style>
  <w:style w:type="character" w:styleId="SubtleEmphasis">
    <w:name w:val="Subtle Emphasis"/>
    <w:uiPriority w:val="19"/>
    <w:qFormat/>
    <w:rsid w:val="008F5727"/>
    <w:rPr>
      <w:i/>
    </w:rPr>
  </w:style>
  <w:style w:type="character" w:styleId="IntenseEmphasis">
    <w:name w:val="Intense Emphasis"/>
    <w:uiPriority w:val="21"/>
    <w:qFormat/>
    <w:rsid w:val="008F5727"/>
    <w:rPr>
      <w:b/>
      <w:i/>
      <w:color w:val="C0504D" w:themeColor="accent2"/>
      <w:spacing w:val="10"/>
    </w:rPr>
  </w:style>
  <w:style w:type="character" w:styleId="SubtleReference">
    <w:name w:val="Subtle Reference"/>
    <w:uiPriority w:val="31"/>
    <w:qFormat/>
    <w:rsid w:val="008F5727"/>
    <w:rPr>
      <w:b/>
    </w:rPr>
  </w:style>
  <w:style w:type="character" w:styleId="IntenseReference">
    <w:name w:val="Intense Reference"/>
    <w:uiPriority w:val="32"/>
    <w:qFormat/>
    <w:rsid w:val="008F5727"/>
    <w:rPr>
      <w:b/>
      <w:bCs/>
      <w:smallCaps/>
      <w:spacing w:val="5"/>
      <w:sz w:val="22"/>
      <w:szCs w:val="22"/>
      <w:u w:val="single"/>
    </w:rPr>
  </w:style>
  <w:style w:type="character" w:styleId="BookTitle">
    <w:name w:val="Book Title"/>
    <w:uiPriority w:val="33"/>
    <w:qFormat/>
    <w:rsid w:val="008F572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8F5727"/>
    <w:pPr>
      <w:outlineLvl w:val="9"/>
    </w:pPr>
    <w:rPr>
      <w:lang w:bidi="en-US"/>
    </w:rPr>
  </w:style>
  <w:style w:type="character" w:customStyle="1" w:styleId="ph">
    <w:name w:val="ph"/>
    <w:basedOn w:val="DefaultParagraphFont"/>
    <w:rsid w:val="00217293"/>
  </w:style>
  <w:style w:type="paragraph" w:styleId="FootnoteText">
    <w:name w:val="footnote text"/>
    <w:basedOn w:val="Normal"/>
    <w:link w:val="FootnoteTextChar"/>
    <w:uiPriority w:val="99"/>
    <w:semiHidden/>
    <w:unhideWhenUsed/>
    <w:rsid w:val="003C7D3B"/>
    <w:pPr>
      <w:spacing w:after="0" w:line="240" w:lineRule="auto"/>
    </w:pPr>
  </w:style>
  <w:style w:type="character" w:customStyle="1" w:styleId="FootnoteTextChar">
    <w:name w:val="Footnote Text Char"/>
    <w:basedOn w:val="DefaultParagraphFont"/>
    <w:link w:val="FootnoteText"/>
    <w:uiPriority w:val="99"/>
    <w:semiHidden/>
    <w:rsid w:val="003C7D3B"/>
  </w:style>
  <w:style w:type="character" w:styleId="FootnoteReference">
    <w:name w:val="footnote reference"/>
    <w:basedOn w:val="DefaultParagraphFont"/>
    <w:uiPriority w:val="99"/>
    <w:semiHidden/>
    <w:unhideWhenUsed/>
    <w:rsid w:val="003C7D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355583">
      <w:bodyDiv w:val="1"/>
      <w:marLeft w:val="0"/>
      <w:marRight w:val="0"/>
      <w:marTop w:val="0"/>
      <w:marBottom w:val="0"/>
      <w:divBdr>
        <w:top w:val="none" w:sz="0" w:space="0" w:color="auto"/>
        <w:left w:val="none" w:sz="0" w:space="0" w:color="auto"/>
        <w:bottom w:val="none" w:sz="0" w:space="0" w:color="auto"/>
        <w:right w:val="none" w:sz="0" w:space="0" w:color="auto"/>
      </w:divBdr>
      <w:divsChild>
        <w:div w:id="313803991">
          <w:marLeft w:val="0"/>
          <w:marRight w:val="0"/>
          <w:marTop w:val="0"/>
          <w:marBottom w:val="0"/>
          <w:divBdr>
            <w:top w:val="single" w:sz="6" w:space="0" w:color="BBBBBB"/>
            <w:left w:val="none" w:sz="0" w:space="0" w:color="auto"/>
            <w:bottom w:val="none" w:sz="0" w:space="0" w:color="auto"/>
            <w:right w:val="none" w:sz="0" w:space="0" w:color="auto"/>
          </w:divBdr>
        </w:div>
      </w:divsChild>
    </w:div>
    <w:div w:id="1858958229">
      <w:bodyDiv w:val="1"/>
      <w:marLeft w:val="0"/>
      <w:marRight w:val="0"/>
      <w:marTop w:val="0"/>
      <w:marBottom w:val="0"/>
      <w:divBdr>
        <w:top w:val="none" w:sz="0" w:space="0" w:color="auto"/>
        <w:left w:val="none" w:sz="0" w:space="0" w:color="auto"/>
        <w:bottom w:val="none" w:sz="0" w:space="0" w:color="auto"/>
        <w:right w:val="none" w:sz="0" w:space="0" w:color="auto"/>
      </w:divBdr>
      <w:divsChild>
        <w:div w:id="815486530">
          <w:marLeft w:val="0"/>
          <w:marRight w:val="0"/>
          <w:marTop w:val="0"/>
          <w:marBottom w:val="0"/>
          <w:divBdr>
            <w:top w:val="none" w:sz="0" w:space="0" w:color="auto"/>
            <w:left w:val="none" w:sz="0" w:space="0" w:color="auto"/>
            <w:bottom w:val="none" w:sz="0" w:space="0" w:color="auto"/>
            <w:right w:val="none" w:sz="0" w:space="0" w:color="auto"/>
          </w:divBdr>
        </w:div>
      </w:divsChild>
    </w:div>
    <w:div w:id="1971856539">
      <w:bodyDiv w:val="1"/>
      <w:marLeft w:val="0"/>
      <w:marRight w:val="0"/>
      <w:marTop w:val="0"/>
      <w:marBottom w:val="0"/>
      <w:divBdr>
        <w:top w:val="none" w:sz="0" w:space="0" w:color="auto"/>
        <w:left w:val="none" w:sz="0" w:space="0" w:color="auto"/>
        <w:bottom w:val="none" w:sz="0" w:space="0" w:color="auto"/>
        <w:right w:val="none" w:sz="0" w:space="0" w:color="auto"/>
      </w:divBdr>
    </w:div>
    <w:div w:id="2002466024">
      <w:bodyDiv w:val="1"/>
      <w:marLeft w:val="0"/>
      <w:marRight w:val="0"/>
      <w:marTop w:val="0"/>
      <w:marBottom w:val="0"/>
      <w:divBdr>
        <w:top w:val="none" w:sz="0" w:space="0" w:color="auto"/>
        <w:left w:val="none" w:sz="0" w:space="0" w:color="auto"/>
        <w:bottom w:val="none" w:sz="0" w:space="0" w:color="auto"/>
        <w:right w:val="none" w:sz="0" w:space="0" w:color="auto"/>
      </w:divBdr>
      <w:divsChild>
        <w:div w:id="916328198">
          <w:marLeft w:val="0"/>
          <w:marRight w:val="0"/>
          <w:marTop w:val="0"/>
          <w:marBottom w:val="0"/>
          <w:divBdr>
            <w:top w:val="none" w:sz="0" w:space="0" w:color="auto"/>
            <w:left w:val="none" w:sz="0" w:space="0" w:color="auto"/>
            <w:bottom w:val="none" w:sz="0" w:space="0" w:color="auto"/>
            <w:right w:val="none" w:sz="0" w:space="0" w:color="auto"/>
          </w:divBdr>
          <w:divsChild>
            <w:div w:id="857692067">
              <w:marLeft w:val="0"/>
              <w:marRight w:val="0"/>
              <w:marTop w:val="0"/>
              <w:marBottom w:val="0"/>
              <w:divBdr>
                <w:top w:val="none" w:sz="0" w:space="0" w:color="auto"/>
                <w:left w:val="none" w:sz="0" w:space="0" w:color="auto"/>
                <w:bottom w:val="none" w:sz="0" w:space="0" w:color="auto"/>
                <w:right w:val="none" w:sz="0" w:space="0" w:color="auto"/>
              </w:divBdr>
              <w:divsChild>
                <w:div w:id="106714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9.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1.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5.png"/><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6.png"/><Relationship Id="rId28" Type="http://schemas.openxmlformats.org/officeDocument/2006/relationships/image" Target="media/image20.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Teaching\IT2503\Misc%20Docs\IT2503%20Doc%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F5CDF-D485-4502-92C5-C8650F4E2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IT2503 Doc Template</Template>
  <TotalTime>1003</TotalTime>
  <Pages>11</Pages>
  <Words>2803</Words>
  <Characters>14513</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IT3555 - Practical 1</vt:lpstr>
    </vt:vector>
  </TitlesOfParts>
  <Company>Nanyang Polytechnic</Company>
  <LinksUpToDate>false</LinksUpToDate>
  <CharactersWithSpaces>17282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IT3555 - Practical 1</dc:title>
  <dc:creator>cognos</dc:creator>
  <cp:lastModifiedBy>KOH NOI SIAN</cp:lastModifiedBy>
  <cp:revision>95</cp:revision>
  <cp:lastPrinted>2016-11-01T04:22:00Z</cp:lastPrinted>
  <dcterms:created xsi:type="dcterms:W3CDTF">2016-08-22T05:52:00Z</dcterms:created>
  <dcterms:modified xsi:type="dcterms:W3CDTF">2017-09-24T10:08:00Z</dcterms:modified>
</cp:coreProperties>
</file>